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3DFA4BC1" w:rsidR="008F4AEA" w:rsidRPr="007213E4" w:rsidRDefault="00FF5BFA" w:rsidP="007213E4">
          <w:pPr>
            <w:pStyle w:val="PNTextzkladn"/>
            <w:rPr>
              <w:rStyle w:val="PNNzevakce"/>
            </w:rPr>
          </w:pPr>
          <w:r w:rsidRPr="00FF5BFA">
            <w:rPr>
              <w:rStyle w:val="PNNzevakce"/>
            </w:rPr>
            <w:t xml:space="preserve">„Rekonstrukce mostu v km 101,816 trati Praha-Bubny </w:t>
          </w:r>
          <w:r>
            <w:rPr>
              <w:rStyle w:val="PNNzevakce"/>
            </w:rPr>
            <w:t>–</w:t>
          </w:r>
          <w:r w:rsidRPr="00FF5BFA">
            <w:rPr>
              <w:rStyle w:val="PNNzevakce"/>
            </w:rPr>
            <w:t xml:space="preserve"> Chomutov</w:t>
          </w:r>
          <w:r>
            <w:rPr>
              <w:rStyle w:val="PNNzevakce"/>
            </w:rPr>
            <w:t>“</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6A52C30F" w14:textId="653175E6" w:rsidR="00482842" w:rsidRDefault="00482842" w:rsidP="00482842">
      <w:pPr>
        <w:pStyle w:val="PNTextbezodsazmezer"/>
      </w:pPr>
      <w:r>
        <w:t>Ing. Petr Žákovec</w:t>
      </w:r>
    </w:p>
    <w:p w14:paraId="04120E6A" w14:textId="77777777" w:rsidR="00482842" w:rsidRDefault="00482842" w:rsidP="00482842">
      <w:pPr>
        <w:pStyle w:val="PNTextbezodsazmezer"/>
      </w:pPr>
      <w:r>
        <w:t>Ke Štvanici 656/3, 186 00 Praha 8</w:t>
      </w:r>
    </w:p>
    <w:p w14:paraId="43BFA491" w14:textId="77777777" w:rsidR="00482842" w:rsidRDefault="00482842" w:rsidP="00482842">
      <w:pPr>
        <w:pStyle w:val="PNTextbezodsazmezer"/>
      </w:pPr>
      <w:r>
        <w:t>Regionální pracoviště Plzeň</w:t>
      </w:r>
    </w:p>
    <w:p w14:paraId="2A192106" w14:textId="77777777" w:rsidR="00482842" w:rsidRDefault="00482842" w:rsidP="00482842">
      <w:pPr>
        <w:pStyle w:val="PNTextbezodsazmezer"/>
      </w:pPr>
      <w:r>
        <w:t>Sušická 1105/25, 326 00 Plzeň</w:t>
      </w:r>
    </w:p>
    <w:p w14:paraId="2114AE8F" w14:textId="5A48A6F5" w:rsidR="00482842" w:rsidRDefault="00482842" w:rsidP="00482842">
      <w:pPr>
        <w:pStyle w:val="PNTextbezodsazmezer"/>
      </w:pPr>
      <w:r>
        <w:t>Mobil: 602 774 968</w:t>
      </w:r>
    </w:p>
    <w:p w14:paraId="31797373" w14:textId="3E852AE2" w:rsidR="00482842" w:rsidRDefault="00482842" w:rsidP="00482842">
      <w:pPr>
        <w:pStyle w:val="PNTextbezodsazmezer"/>
      </w:pPr>
      <w:r>
        <w:t>E-mail: zakovec@spravazeleznic.cz</w:t>
      </w:r>
    </w:p>
    <w:p w14:paraId="21A77510" w14:textId="77777777" w:rsidR="00482842" w:rsidRDefault="00482842" w:rsidP="00EF10BA">
      <w:pPr>
        <w:pStyle w:val="PNTextbezodsazmezer"/>
        <w:rPr>
          <w:highlight w:val="green"/>
        </w:rPr>
      </w:pPr>
    </w:p>
    <w:p w14:paraId="20FA9F83" w14:textId="77777777" w:rsidR="00C96E7C" w:rsidRDefault="00C96E7C" w:rsidP="00150E39">
      <w:pPr>
        <w:pStyle w:val="PNNadpis10bPod-l111"/>
      </w:pPr>
      <w:bookmarkStart w:id="0" w:name="_Hlk187217212"/>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1" w:name="_Hlk135650157"/>
      <w:r>
        <w:t xml:space="preserve">Faktury budou vystavené v souladu s Právními předpisy. </w:t>
      </w:r>
    </w:p>
    <w:p w14:paraId="076817E7" w14:textId="77777777" w:rsidR="00E43E60" w:rsidRDefault="00C96E7C" w:rsidP="00EF10BA">
      <w:pPr>
        <w:pStyle w:val="PNTextzkladn"/>
      </w:pPr>
      <w:bookmarkStart w:id="2" w:name="_Hlk135650207"/>
      <w:bookmarkEnd w:id="1"/>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2"/>
    <w:p w14:paraId="62CD48D5" w14:textId="2997CD2D" w:rsidR="00C96E7C" w:rsidRDefault="000959D5" w:rsidP="00EF10BA">
      <w:pPr>
        <w:pStyle w:val="PNTextzkladn"/>
      </w:pPr>
      <w:r>
        <w:lastRenderedPageBreak/>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631A6831"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D83BCB">
        <w:t>Pardubice</w:t>
      </w:r>
      <w:r w:rsidR="007D0F31" w:rsidRPr="00D83BCB">
        <w:t xml:space="preserve"> ve třech (3) tištěných originálech</w:t>
      </w:r>
      <w:r w:rsidR="00061045">
        <w:t xml:space="preserve"> </w:t>
      </w:r>
      <w:r w:rsidRPr="007D0F31">
        <w:t>n</w:t>
      </w:r>
      <w:r w:rsidRPr="001C7156">
        <w:t>eb</w:t>
      </w:r>
      <w:r w:rsidR="007327E4">
        <w:t>o</w:t>
      </w:r>
    </w:p>
    <w:p w14:paraId="1DCC5B4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proofErr w:type="spellStart"/>
      <w:r w:rsidR="00880831" w:rsidRPr="00097CAC">
        <w:rPr>
          <w:b/>
        </w:rPr>
        <w:t>uccchjm</w:t>
      </w:r>
      <w:proofErr w:type="spellEnd"/>
      <w:r w:rsidR="00880831" w:rsidRPr="00B94735">
        <w:t>.</w:t>
      </w:r>
    </w:p>
    <w:p w14:paraId="110A3E93" w14:textId="77777777" w:rsidR="003A7C73" w:rsidRDefault="003A7C73" w:rsidP="003A7B88">
      <w:pPr>
        <w:pStyle w:val="PNOdrka1-"/>
        <w:numPr>
          <w:ilvl w:val="0"/>
          <w:numId w:val="0"/>
        </w:numPr>
        <w:rPr>
          <w:highlight w:val="green"/>
        </w:rPr>
      </w:pP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14:paraId="39A49A49" w14:textId="77777777" w:rsidTr="001C7156">
        <w:tc>
          <w:tcPr>
            <w:tcW w:w="5608" w:type="dxa"/>
          </w:tcPr>
          <w:p w14:paraId="560E4699"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1ADCC9AB" w14:textId="5568D762" w:rsidR="00E55B33" w:rsidRPr="008635B3" w:rsidRDefault="00FF5BFA" w:rsidP="00FF5BFA">
            <w:pPr>
              <w:pStyle w:val="Tabulka-9"/>
              <w:rPr>
                <w:i/>
              </w:rPr>
            </w:pPr>
            <w:r w:rsidRPr="00FF5BFA">
              <w:t xml:space="preserve">Všechny objekty (SO/PS) kromě položek č. 1,2,3 objektu SO 98-98 Všeobecný objekt </w:t>
            </w:r>
          </w:p>
        </w:tc>
        <w:tc>
          <w:tcPr>
            <w:tcW w:w="3260" w:type="dxa"/>
          </w:tcPr>
          <w:p w14:paraId="23316962" w14:textId="01EDE3FC" w:rsidR="00E41EEA" w:rsidRPr="00FF5BFA" w:rsidRDefault="00FF5BFA" w:rsidP="00C8486C">
            <w:pPr>
              <w:pStyle w:val="Tabulka-9"/>
            </w:pPr>
            <w:r w:rsidRPr="00FF5BFA">
              <w:t>18 měsíců od Data zahájení prací (předpoklad zahájení 10/2025)</w:t>
            </w:r>
          </w:p>
        </w:tc>
      </w:tr>
      <w:tr w:rsidR="00E41EEA" w14:paraId="3A9FA543" w14:textId="77777777" w:rsidTr="001C7156">
        <w:tc>
          <w:tcPr>
            <w:tcW w:w="5608" w:type="dxa"/>
          </w:tcPr>
          <w:p w14:paraId="481B741F" w14:textId="77777777" w:rsidR="00E41EEA" w:rsidRPr="00FF5BFA" w:rsidRDefault="00FF5BFA" w:rsidP="00C8486C">
            <w:pPr>
              <w:pStyle w:val="Tabulka-9"/>
            </w:pPr>
            <w:r w:rsidRPr="00FF5BFA">
              <w:t>Dokončení díla</w:t>
            </w:r>
          </w:p>
          <w:p w14:paraId="7ABFB982" w14:textId="55E719F6" w:rsidR="00FF5BFA" w:rsidRPr="00194E72" w:rsidRDefault="00FF5BFA" w:rsidP="00C8486C">
            <w:pPr>
              <w:pStyle w:val="Tabulka-9"/>
            </w:pPr>
            <w:r w:rsidRPr="00FF5BFA">
              <w:t>SO 98-98, kromě položek 4 až 10, které budou provedeny v Sekci 1 stavební</w:t>
            </w:r>
          </w:p>
        </w:tc>
        <w:tc>
          <w:tcPr>
            <w:tcW w:w="3260" w:type="dxa"/>
          </w:tcPr>
          <w:p w14:paraId="283CAC03" w14:textId="76DCB670" w:rsidR="00E41EEA" w:rsidRPr="00194E72" w:rsidRDefault="00FF5BFA" w:rsidP="00C8486C">
            <w:pPr>
              <w:pStyle w:val="Tabulka-9"/>
            </w:pPr>
            <w:r w:rsidRPr="00FF5BFA">
              <w:t>24 měsíců od Data zahájení prací (viz smlouva)</w:t>
            </w:r>
          </w:p>
        </w:tc>
      </w:tr>
      <w:tr w:rsidR="00E41EEA" w14:paraId="728AF7BB" w14:textId="77777777" w:rsidTr="001C7156">
        <w:tc>
          <w:tcPr>
            <w:tcW w:w="5608" w:type="dxa"/>
          </w:tcPr>
          <w:p w14:paraId="1993E1B2" w14:textId="49FF56A1" w:rsidR="00E41EEA" w:rsidRPr="00194E72" w:rsidRDefault="00E41EEA" w:rsidP="00C8486C">
            <w:pPr>
              <w:pStyle w:val="Tabulka-9"/>
            </w:pPr>
          </w:p>
        </w:tc>
        <w:tc>
          <w:tcPr>
            <w:tcW w:w="3260" w:type="dxa"/>
          </w:tcPr>
          <w:p w14:paraId="594621C9" w14:textId="3B15AFA0" w:rsidR="00E41EEA" w:rsidRPr="00194E72" w:rsidRDefault="00E41EEA" w:rsidP="00C8486C">
            <w:pPr>
              <w:pStyle w:val="Tabulka-9"/>
            </w:pPr>
          </w:p>
        </w:tc>
      </w:tr>
    </w:tbl>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w:t>
      </w:r>
      <w:proofErr w:type="spellStart"/>
      <w:r>
        <w:t>vi</w:t>
      </w:r>
      <w:proofErr w:type="spellEnd"/>
      <w:r>
        <w:t>),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lastRenderedPageBreak/>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t>1.5 Hierarchie smluvních dokumentů</w:t>
      </w:r>
    </w:p>
    <w:p w14:paraId="0EA2D500" w14:textId="77777777" w:rsidR="000A7344" w:rsidRPr="00677A1B" w:rsidRDefault="000A7344" w:rsidP="00122950">
      <w:pPr>
        <w:pStyle w:val="PNTextzkladn"/>
      </w:pPr>
      <w:r w:rsidRPr="00FF5BFA">
        <w:t>Součástí Díla není BIM Protokol.</w:t>
      </w:r>
      <w:r w:rsidRPr="00677A1B">
        <w:t xml:space="preserve"> </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5031BAE6" w:rsidR="00C14FCD" w:rsidRPr="00160D27" w:rsidRDefault="00C14FCD" w:rsidP="00D83BCB">
      <w:pPr>
        <w:pStyle w:val="Text1-2"/>
        <w:numPr>
          <w:ilvl w:val="0"/>
          <w:numId w:val="0"/>
        </w:numPr>
      </w:pPr>
      <w:r w:rsidRPr="00160D27">
        <w:t xml:space="preserve">Zhotovitel se zavazuje, že nejpozději do dokončení a předání Díla Objednateli provede </w:t>
      </w:r>
      <w:r w:rsidR="002E7641" w:rsidRPr="00160D27">
        <w:t>dvě</w:t>
      </w:r>
      <w:r w:rsidRPr="00160D27">
        <w:t xml:space="preserve"> studentsk</w:t>
      </w:r>
      <w:r w:rsidR="002E7641" w:rsidRPr="00160D27">
        <w:t>é</w:t>
      </w:r>
      <w:r w:rsidRPr="00160D27">
        <w:t xml:space="preserve"> exkurz</w:t>
      </w:r>
      <w:r w:rsidR="002E7641" w:rsidRPr="00160D27">
        <w:t xml:space="preserve">e </w:t>
      </w:r>
      <w:r w:rsidRPr="00160D27">
        <w:t xml:space="preserve">na Staveništi. </w:t>
      </w:r>
    </w:p>
    <w:p w14:paraId="2A085AD6" w14:textId="1E3E066A" w:rsidR="00CD12DB" w:rsidRPr="00160D27" w:rsidRDefault="00CD12DB" w:rsidP="00907F0E">
      <w:pPr>
        <w:numPr>
          <w:ilvl w:val="1"/>
          <w:numId w:val="0"/>
        </w:numPr>
        <w:tabs>
          <w:tab w:val="num" w:pos="0"/>
        </w:tabs>
        <w:spacing w:after="120" w:line="264" w:lineRule="auto"/>
        <w:jc w:val="both"/>
        <w:rPr>
          <w:sz w:val="18"/>
          <w:szCs w:val="18"/>
        </w:rPr>
      </w:pPr>
      <w:r w:rsidRPr="00160D27">
        <w:rPr>
          <w:sz w:val="18"/>
          <w:szCs w:val="18"/>
        </w:rPr>
        <w:t xml:space="preserve">Objednatel v souladu s odst. </w:t>
      </w:r>
      <w:r w:rsidR="00907F0E" w:rsidRPr="00160D27">
        <w:rPr>
          <w:sz w:val="18"/>
          <w:szCs w:val="18"/>
        </w:rPr>
        <w:t>7</w:t>
      </w:r>
      <w:r w:rsidRPr="00160D27">
        <w:rPr>
          <w:sz w:val="18"/>
          <w:szCs w:val="18"/>
        </w:rPr>
        <w:t xml:space="preserve"> Smlouvy požaduje, aby Zhotovitel provedl při realizaci Díla pro Objednatele exkurze pro studenty, a to následovně: </w:t>
      </w:r>
    </w:p>
    <w:p w14:paraId="1D918695" w14:textId="4C88D2F8" w:rsidR="00CD12DB" w:rsidRPr="00160D27" w:rsidRDefault="00CD12DB" w:rsidP="00907F0E">
      <w:pPr>
        <w:numPr>
          <w:ilvl w:val="2"/>
          <w:numId w:val="0"/>
        </w:numPr>
        <w:tabs>
          <w:tab w:val="num" w:pos="0"/>
          <w:tab w:val="num" w:pos="1531"/>
        </w:tabs>
        <w:spacing w:after="120" w:line="264" w:lineRule="auto"/>
        <w:jc w:val="both"/>
        <w:rPr>
          <w:sz w:val="18"/>
          <w:szCs w:val="18"/>
        </w:rPr>
      </w:pPr>
      <w:r w:rsidRPr="00160D27">
        <w:rPr>
          <w:sz w:val="18"/>
          <w:szCs w:val="18"/>
        </w:rPr>
        <w:t xml:space="preserve">Zhotovitel se zavazuje, že nejpozději do dokončení a předání Díla Objednateli provede 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160D27" w:rsidRDefault="00CD12DB" w:rsidP="00907F0E">
      <w:pPr>
        <w:numPr>
          <w:ilvl w:val="2"/>
          <w:numId w:val="0"/>
        </w:numPr>
        <w:tabs>
          <w:tab w:val="num" w:pos="0"/>
          <w:tab w:val="num" w:pos="1531"/>
        </w:tabs>
        <w:spacing w:after="120" w:line="264" w:lineRule="auto"/>
        <w:jc w:val="both"/>
        <w:rPr>
          <w:sz w:val="18"/>
          <w:szCs w:val="18"/>
        </w:rPr>
      </w:pPr>
      <w:r w:rsidRPr="00160D27">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160D27" w:rsidRDefault="00CD12DB" w:rsidP="00907F0E">
      <w:pPr>
        <w:numPr>
          <w:ilvl w:val="2"/>
          <w:numId w:val="0"/>
        </w:numPr>
        <w:tabs>
          <w:tab w:val="num" w:pos="0"/>
          <w:tab w:val="num" w:pos="1531"/>
        </w:tabs>
        <w:spacing w:after="120" w:line="264" w:lineRule="auto"/>
        <w:jc w:val="both"/>
        <w:rPr>
          <w:sz w:val="18"/>
          <w:szCs w:val="18"/>
        </w:rPr>
      </w:pPr>
      <w:r w:rsidRPr="00160D27">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160D27" w:rsidRDefault="00CD12DB" w:rsidP="00907F0E">
      <w:pPr>
        <w:numPr>
          <w:ilvl w:val="2"/>
          <w:numId w:val="0"/>
        </w:numPr>
        <w:tabs>
          <w:tab w:val="num" w:pos="0"/>
          <w:tab w:val="num" w:pos="1531"/>
        </w:tabs>
        <w:spacing w:after="120" w:line="264" w:lineRule="auto"/>
        <w:jc w:val="both"/>
        <w:rPr>
          <w:sz w:val="18"/>
          <w:szCs w:val="18"/>
        </w:rPr>
      </w:pPr>
      <w:r w:rsidRPr="00160D27">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160D27">
        <w:rPr>
          <w:sz w:val="18"/>
          <w:szCs w:val="18"/>
        </w:rPr>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3EA610FC" w14:textId="1E2B06C4" w:rsidR="00B33FB2" w:rsidRPr="007E5B98" w:rsidRDefault="00B33FB2" w:rsidP="00CF609C">
      <w:pPr>
        <w:pStyle w:val="PNTextzkladn"/>
      </w:pPr>
      <w:bookmarkStart w:id="3" w:name="_Hlk187229346"/>
      <w:bookmarkStart w:id="4" w:name="_Hlk176175426"/>
      <w:r w:rsidRPr="00FF5BFA">
        <w:t>Ustanovení Pod-</w:t>
      </w:r>
      <w:proofErr w:type="gramStart"/>
      <w:r w:rsidRPr="00FF5BFA">
        <w:t>článku  1.15.3</w:t>
      </w:r>
      <w:proofErr w:type="gramEnd"/>
      <w:r w:rsidR="00B3027A" w:rsidRPr="00FF5BFA">
        <w:t xml:space="preserve"> </w:t>
      </w:r>
      <w:r w:rsidRPr="00FF5BFA">
        <w:t>(b) se nepoužije.</w:t>
      </w:r>
    </w:p>
    <w:bookmarkEnd w:id="3"/>
    <w:bookmarkEnd w:id="4"/>
    <w:p w14:paraId="03E673D5" w14:textId="77777777" w:rsidR="00C96E7C" w:rsidRDefault="00C96E7C" w:rsidP="00150E39">
      <w:pPr>
        <w:pStyle w:val="PNNadpis10bPod-l111"/>
      </w:pPr>
      <w:r>
        <w:lastRenderedPageBreak/>
        <w:t>2.1</w:t>
      </w:r>
      <w:r w:rsidR="00CF609C">
        <w:tab/>
      </w:r>
      <w:r>
        <w:t>Právo přístupu na staveniště</w:t>
      </w:r>
    </w:p>
    <w:p w14:paraId="3AF67584" w14:textId="0F40BF36" w:rsidR="00C96E7C" w:rsidRDefault="00C96E7C" w:rsidP="005D168C">
      <w:pPr>
        <w:pStyle w:val="PNTextzkladn"/>
      </w:pPr>
      <w:r>
        <w:t>Přístup na Staveniště bude Zhotoviteli umožněn od</w:t>
      </w:r>
      <w:r w:rsidR="00FF5BFA" w:rsidRPr="00FF5BFA">
        <w:t xml:space="preserve">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4144DDE" w14:textId="1BE55D95" w:rsidR="002E7641" w:rsidRDefault="002E7641" w:rsidP="002E7641">
      <w:pPr>
        <w:pStyle w:val="PNTextzkladn"/>
      </w:pPr>
      <w:r w:rsidRPr="00455F60">
        <w:t xml:space="preserve">Mgr. </w:t>
      </w:r>
      <w:r>
        <w:t xml:space="preserve">Jakub </w:t>
      </w:r>
      <w:r w:rsidRPr="00455F60">
        <w:t>Suk, LL.M.</w:t>
      </w:r>
    </w:p>
    <w:p w14:paraId="69FC0B59" w14:textId="77777777" w:rsidR="002E7641" w:rsidRPr="007D39F2" w:rsidRDefault="002E7641" w:rsidP="002E7641">
      <w:pPr>
        <w:pStyle w:val="Textbezodsazen"/>
        <w:spacing w:after="0"/>
      </w:pPr>
      <w:bookmarkStart w:id="5" w:name="_Hlk158978746"/>
      <w:r w:rsidRPr="007D39F2">
        <w:t>Správa železnic, státní organizace</w:t>
      </w:r>
    </w:p>
    <w:p w14:paraId="054C3D09" w14:textId="77777777" w:rsidR="002E7641" w:rsidRPr="007D39F2" w:rsidRDefault="002E7641" w:rsidP="002E7641">
      <w:pPr>
        <w:pStyle w:val="Textbezodsazen"/>
        <w:spacing w:after="0"/>
      </w:pPr>
      <w:r w:rsidRPr="007D39F2">
        <w:t>Stavební správa západ</w:t>
      </w:r>
    </w:p>
    <w:p w14:paraId="5B37479B" w14:textId="20AB0615" w:rsidR="002E7641" w:rsidRDefault="002E7641" w:rsidP="002E7641">
      <w:pPr>
        <w:pStyle w:val="Textbezodsazen"/>
        <w:spacing w:after="0"/>
      </w:pPr>
      <w:r w:rsidRPr="007D39F2">
        <w:t xml:space="preserve">Ke Štvanici 656/3, 186 00 Praha 8 </w:t>
      </w:r>
      <w:r>
        <w:t>–</w:t>
      </w:r>
      <w:r w:rsidRPr="007D39F2">
        <w:t xml:space="preserve"> Karlín</w:t>
      </w:r>
    </w:p>
    <w:p w14:paraId="2DBAEB32" w14:textId="77777777" w:rsidR="002E7641" w:rsidRDefault="002E7641" w:rsidP="002E7641">
      <w:pPr>
        <w:pStyle w:val="Textbezodsazen"/>
        <w:spacing w:after="0"/>
      </w:pPr>
      <w:r>
        <w:t>Regionální pracoviště</w:t>
      </w:r>
    </w:p>
    <w:p w14:paraId="4025E175" w14:textId="77777777" w:rsidR="002E7641" w:rsidRDefault="002E7641" w:rsidP="002E7641">
      <w:pPr>
        <w:pStyle w:val="Textbezodsazen"/>
        <w:spacing w:after="0"/>
      </w:pPr>
      <w:r>
        <w:t>Hrdějovice 546</w:t>
      </w:r>
    </w:p>
    <w:p w14:paraId="58CE44BB" w14:textId="1C2E7D8A" w:rsidR="002E7641" w:rsidRPr="007D39F2" w:rsidRDefault="002E7641" w:rsidP="002E7641">
      <w:pPr>
        <w:pStyle w:val="Textbezodsazen"/>
        <w:spacing w:after="0"/>
      </w:pPr>
      <w:r>
        <w:t xml:space="preserve">373 61 </w:t>
      </w:r>
      <w:proofErr w:type="spellStart"/>
      <w:r>
        <w:t>Hdějovice</w:t>
      </w:r>
      <w:proofErr w:type="spellEnd"/>
      <w:r w:rsidRPr="007D39F2">
        <w:t xml:space="preserve"> </w:t>
      </w:r>
    </w:p>
    <w:p w14:paraId="7C2F9831" w14:textId="17C289EF" w:rsidR="002E7641" w:rsidRPr="007D39F2" w:rsidRDefault="002E7641" w:rsidP="002E7641">
      <w:pPr>
        <w:pStyle w:val="PNOdrka1-"/>
        <w:numPr>
          <w:ilvl w:val="0"/>
          <w:numId w:val="0"/>
        </w:numPr>
        <w:jc w:val="left"/>
      </w:pPr>
      <w:r w:rsidRPr="007D39F2">
        <w:t>mobil +420</w:t>
      </w:r>
      <w:r w:rsidR="00C80449">
        <w:t> 720 969 702</w:t>
      </w:r>
      <w:r w:rsidRPr="007D39F2">
        <w:t xml:space="preserve">, e-mail: </w:t>
      </w:r>
      <w:hyperlink r:id="rId12" w:history="1">
        <w:r w:rsidR="00AC25D6" w:rsidRPr="00AC25D6">
          <w:rPr>
            <w:rStyle w:val="Hypertextovodkaz"/>
            <w:noProof w:val="0"/>
          </w:rPr>
          <w:t>sukj@spravazeleznic.cz</w:t>
        </w:r>
      </w:hyperlink>
    </w:p>
    <w:bookmarkEnd w:id="5"/>
    <w:p w14:paraId="45D3ED7A" w14:textId="77777777" w:rsidR="002E7641" w:rsidRDefault="002E7641" w:rsidP="00CF609C">
      <w:pPr>
        <w:pStyle w:val="PNTextzkladn"/>
      </w:pPr>
    </w:p>
    <w:p w14:paraId="00A8679D" w14:textId="7FA926E3" w:rsidR="003E2E24" w:rsidRDefault="00FF5BFA" w:rsidP="00FF5BFA">
      <w:pPr>
        <w:pStyle w:val="PNOdrka1-"/>
        <w:numPr>
          <w:ilvl w:val="0"/>
          <w:numId w:val="0"/>
        </w:numPr>
      </w:pPr>
      <w:r>
        <w:t>V</w:t>
      </w:r>
      <w:r w:rsidR="003E2E24">
        <w:t>e věci kontroly požití alkoholu a/nebo návykových látek</w:t>
      </w:r>
      <w:r w:rsidR="00AC25D6">
        <w:t>:</w:t>
      </w:r>
    </w:p>
    <w:p w14:paraId="5F0A5F27" w14:textId="671A6CA5" w:rsidR="00AC25D6" w:rsidRPr="008C57E9" w:rsidRDefault="00AC25D6" w:rsidP="00AC25D6">
      <w:pPr>
        <w:pStyle w:val="PNOdrka1-"/>
        <w:numPr>
          <w:ilvl w:val="0"/>
          <w:numId w:val="0"/>
        </w:numPr>
        <w:spacing w:after="0"/>
        <w:ind w:hanging="720"/>
        <w:jc w:val="left"/>
      </w:pPr>
      <w:bookmarkStart w:id="6" w:name="_Hlk173933986"/>
      <w:r>
        <w:t xml:space="preserve">           </w:t>
      </w:r>
      <w:bookmarkStart w:id="7" w:name="_Hlk198799507"/>
      <w:r>
        <w:t>Bc. Radim Slavík</w:t>
      </w:r>
      <w:r w:rsidRPr="008C57E9">
        <w:br/>
        <w:t>Správa železnic, státní organizace</w:t>
      </w:r>
    </w:p>
    <w:p w14:paraId="2BF1463E" w14:textId="77777777" w:rsidR="00AC25D6" w:rsidRPr="008C57E9" w:rsidRDefault="00AC25D6" w:rsidP="00AC25D6">
      <w:pPr>
        <w:pStyle w:val="PNOdrka1-"/>
        <w:numPr>
          <w:ilvl w:val="0"/>
          <w:numId w:val="0"/>
        </w:numPr>
        <w:spacing w:after="0"/>
        <w:jc w:val="left"/>
      </w:pPr>
      <w:r w:rsidRPr="008C57E9">
        <w:t>Stavební správa západ</w:t>
      </w:r>
    </w:p>
    <w:p w14:paraId="622081A7" w14:textId="2C26CC1E" w:rsidR="00AC25D6" w:rsidRDefault="00AC25D6" w:rsidP="00AC25D6">
      <w:pPr>
        <w:pStyle w:val="PNOdrka1-"/>
        <w:numPr>
          <w:ilvl w:val="0"/>
          <w:numId w:val="0"/>
        </w:numPr>
        <w:spacing w:after="0"/>
        <w:jc w:val="left"/>
      </w:pPr>
      <w:bookmarkStart w:id="8" w:name="_Hlk174360487"/>
      <w:r>
        <w:t xml:space="preserve">Regionální pracoviště </w:t>
      </w:r>
    </w:p>
    <w:p w14:paraId="067A7A13" w14:textId="77777777" w:rsidR="00AC25D6" w:rsidRDefault="00AC25D6" w:rsidP="00AC25D6">
      <w:pPr>
        <w:pStyle w:val="PNOdrka1-"/>
        <w:numPr>
          <w:ilvl w:val="0"/>
          <w:numId w:val="0"/>
        </w:numPr>
        <w:spacing w:after="0"/>
        <w:jc w:val="left"/>
      </w:pPr>
      <w:r>
        <w:t>K Můstku 1451/2</w:t>
      </w:r>
    </w:p>
    <w:p w14:paraId="141AC84D" w14:textId="25080542" w:rsidR="00AC25D6" w:rsidRPr="008C57E9" w:rsidRDefault="00AC25D6" w:rsidP="00AC25D6">
      <w:pPr>
        <w:pStyle w:val="PNOdrka1-"/>
        <w:numPr>
          <w:ilvl w:val="0"/>
          <w:numId w:val="0"/>
        </w:numPr>
        <w:spacing w:after="0"/>
        <w:jc w:val="left"/>
      </w:pPr>
      <w:r>
        <w:t>400 01 Ústí nad Labem</w:t>
      </w:r>
      <w:r w:rsidRPr="008C57E9">
        <w:t xml:space="preserve"> </w:t>
      </w:r>
    </w:p>
    <w:bookmarkEnd w:id="8"/>
    <w:p w14:paraId="6282E346" w14:textId="3B59E27A" w:rsidR="00AC25D6" w:rsidRPr="008C57E9" w:rsidRDefault="00AC25D6" w:rsidP="00AC25D6">
      <w:pPr>
        <w:pStyle w:val="PNOdrka1-"/>
        <w:numPr>
          <w:ilvl w:val="0"/>
          <w:numId w:val="0"/>
        </w:numPr>
        <w:spacing w:after="0"/>
        <w:jc w:val="left"/>
      </w:pPr>
      <w:r w:rsidRPr="008C57E9">
        <w:t>mobil +420</w:t>
      </w:r>
      <w:r>
        <w:t> 607 014 422</w:t>
      </w:r>
      <w:r w:rsidRPr="008C57E9">
        <w:t xml:space="preserve">, e-mail: </w:t>
      </w:r>
      <w:hyperlink r:id="rId13" w:history="1">
        <w:r w:rsidRPr="00AC25D6">
          <w:rPr>
            <w:rStyle w:val="Hypertextovodkaz"/>
            <w:noProof w:val="0"/>
          </w:rPr>
          <w:t>Slavikr@spravazeleznic.cz</w:t>
        </w:r>
      </w:hyperlink>
    </w:p>
    <w:bookmarkEnd w:id="6"/>
    <w:bookmarkEnd w:id="7"/>
    <w:p w14:paraId="7AC93F3C" w14:textId="77777777" w:rsidR="00AC25D6" w:rsidRDefault="00AC25D6" w:rsidP="00FF5BFA">
      <w:pPr>
        <w:pStyle w:val="PNOdrka1-"/>
        <w:numPr>
          <w:ilvl w:val="0"/>
          <w:numId w:val="0"/>
        </w:numPr>
      </w:pPr>
    </w:p>
    <w:p w14:paraId="0865C76C" w14:textId="77777777" w:rsidR="00FF5BFA" w:rsidRDefault="00FF5BFA" w:rsidP="00FF5BFA">
      <w:pPr>
        <w:pStyle w:val="PNTextzkladn"/>
        <w:spacing w:after="0"/>
      </w:pPr>
    </w:p>
    <w:p w14:paraId="7A38FE2B" w14:textId="331D5C2C" w:rsidR="00FF5BFA" w:rsidRDefault="00FF5BFA" w:rsidP="00FF5BFA">
      <w:pPr>
        <w:pStyle w:val="PNTextzkladn"/>
        <w:spacing w:after="0"/>
      </w:pPr>
      <w:r w:rsidRPr="00943DF5">
        <w:t>Koordinátor BOZP na stavbě:</w:t>
      </w:r>
      <w:r>
        <w:t xml:space="preserve"> </w:t>
      </w:r>
    </w:p>
    <w:p w14:paraId="7C235608" w14:textId="3C8DAE46" w:rsidR="00AC25D6" w:rsidRPr="008C57E9" w:rsidRDefault="00AC25D6" w:rsidP="00AC25D6">
      <w:pPr>
        <w:pStyle w:val="PNOdrka1-"/>
        <w:numPr>
          <w:ilvl w:val="0"/>
          <w:numId w:val="0"/>
        </w:numPr>
        <w:spacing w:after="0"/>
        <w:ind w:hanging="720"/>
        <w:jc w:val="left"/>
      </w:pPr>
      <w:r>
        <w:t xml:space="preserve">            Bc. Radim Slavík</w:t>
      </w:r>
      <w:r w:rsidRPr="008C57E9">
        <w:br/>
        <w:t>Správa železnic, státní organizace</w:t>
      </w:r>
    </w:p>
    <w:p w14:paraId="72A87BD2" w14:textId="77777777" w:rsidR="00AC25D6" w:rsidRPr="008C57E9" w:rsidRDefault="00AC25D6" w:rsidP="00AC25D6">
      <w:pPr>
        <w:pStyle w:val="PNOdrka1-"/>
        <w:numPr>
          <w:ilvl w:val="0"/>
          <w:numId w:val="0"/>
        </w:numPr>
        <w:spacing w:after="0"/>
        <w:jc w:val="left"/>
      </w:pPr>
      <w:r w:rsidRPr="008C57E9">
        <w:t>Stavební správa západ</w:t>
      </w:r>
    </w:p>
    <w:p w14:paraId="44A31E80" w14:textId="77777777" w:rsidR="00AC25D6" w:rsidRDefault="00AC25D6" w:rsidP="00AC25D6">
      <w:pPr>
        <w:pStyle w:val="PNOdrka1-"/>
        <w:numPr>
          <w:ilvl w:val="0"/>
          <w:numId w:val="0"/>
        </w:numPr>
        <w:spacing w:after="0"/>
        <w:jc w:val="left"/>
      </w:pPr>
      <w:r>
        <w:t xml:space="preserve">Regionální pracoviště </w:t>
      </w:r>
    </w:p>
    <w:p w14:paraId="40D5EE0A" w14:textId="77777777" w:rsidR="00AC25D6" w:rsidRDefault="00AC25D6" w:rsidP="00AC25D6">
      <w:pPr>
        <w:pStyle w:val="PNOdrka1-"/>
        <w:numPr>
          <w:ilvl w:val="0"/>
          <w:numId w:val="0"/>
        </w:numPr>
        <w:spacing w:after="0"/>
        <w:jc w:val="left"/>
      </w:pPr>
      <w:r>
        <w:t>K Můstku 1451/2</w:t>
      </w:r>
    </w:p>
    <w:p w14:paraId="6A19D1CB" w14:textId="77777777" w:rsidR="00AC25D6" w:rsidRPr="008C57E9" w:rsidRDefault="00AC25D6" w:rsidP="00AC25D6">
      <w:pPr>
        <w:pStyle w:val="PNOdrka1-"/>
        <w:numPr>
          <w:ilvl w:val="0"/>
          <w:numId w:val="0"/>
        </w:numPr>
        <w:spacing w:after="0"/>
        <w:jc w:val="left"/>
      </w:pPr>
      <w:r>
        <w:t>400 01 Ústí nad Labem</w:t>
      </w:r>
      <w:r w:rsidRPr="008C57E9">
        <w:t xml:space="preserve"> </w:t>
      </w:r>
    </w:p>
    <w:p w14:paraId="7B92429E" w14:textId="77777777" w:rsidR="00AC25D6" w:rsidRPr="008C57E9" w:rsidRDefault="00AC25D6" w:rsidP="00AC25D6">
      <w:pPr>
        <w:pStyle w:val="PNOdrka1-"/>
        <w:numPr>
          <w:ilvl w:val="0"/>
          <w:numId w:val="0"/>
        </w:numPr>
        <w:spacing w:after="0"/>
        <w:jc w:val="left"/>
      </w:pPr>
      <w:r w:rsidRPr="008C57E9">
        <w:t>mobil +420</w:t>
      </w:r>
      <w:r>
        <w:t> 607 014 422</w:t>
      </w:r>
      <w:r w:rsidRPr="008C57E9">
        <w:t xml:space="preserve">, e-mail: </w:t>
      </w:r>
      <w:hyperlink r:id="rId14" w:history="1">
        <w:r w:rsidRPr="00AC25D6">
          <w:rPr>
            <w:rStyle w:val="Hypertextovodkaz"/>
            <w:noProof w:val="0"/>
          </w:rPr>
          <w:t>Slavikr@spravazeleznic.cz</w:t>
        </w:r>
      </w:hyperlink>
    </w:p>
    <w:p w14:paraId="55FB1CBD" w14:textId="77777777" w:rsidR="00FF5BFA" w:rsidRDefault="00FF5BFA" w:rsidP="00FF5BFA">
      <w:pPr>
        <w:pStyle w:val="PNTextzkladn"/>
        <w:spacing w:after="0"/>
        <w:rPr>
          <w:highlight w:val="green"/>
        </w:rPr>
      </w:pPr>
    </w:p>
    <w:p w14:paraId="1D8A5B80" w14:textId="77777777" w:rsidR="00FF5BFA" w:rsidRDefault="00FF5BFA" w:rsidP="00FF5BFA">
      <w:pPr>
        <w:pStyle w:val="PNTextzkladn"/>
        <w:spacing w:after="0"/>
      </w:pPr>
    </w:p>
    <w:p w14:paraId="5FE4F2FF" w14:textId="77777777" w:rsidR="00FF5BFA" w:rsidRDefault="00FF5BFA" w:rsidP="00FF5BFA">
      <w:pPr>
        <w:pStyle w:val="PNTextzkladn"/>
        <w:spacing w:after="0"/>
      </w:pPr>
      <w:r w:rsidRPr="008F5018">
        <w:t>Autorizovaný zeměměřický inženýr</w:t>
      </w:r>
      <w:r>
        <w:t>:</w:t>
      </w:r>
    </w:p>
    <w:p w14:paraId="1755FF67" w14:textId="706153DF" w:rsidR="002D7559" w:rsidRDefault="002D7559" w:rsidP="00FF5BFA">
      <w:pPr>
        <w:pStyle w:val="PNTextzkladn"/>
        <w:spacing w:after="0"/>
      </w:pPr>
      <w:r>
        <w:t>Ing. Jan Hloušek</w:t>
      </w:r>
    </w:p>
    <w:p w14:paraId="7EE39F3B" w14:textId="77777777" w:rsidR="00AC25D6" w:rsidRPr="00D70E70" w:rsidRDefault="00AC25D6" w:rsidP="00AC25D6">
      <w:pPr>
        <w:pStyle w:val="Tabulka-9"/>
        <w:spacing w:before="0" w:after="0"/>
      </w:pPr>
      <w:r w:rsidRPr="00D70E70">
        <w:t>Správa železnic, státní organizace</w:t>
      </w:r>
    </w:p>
    <w:p w14:paraId="7D608D5F" w14:textId="6FEB55B4" w:rsidR="00AC25D6" w:rsidRPr="00D70E70" w:rsidRDefault="00AC25D6" w:rsidP="00AC25D6">
      <w:pPr>
        <w:pStyle w:val="Tabulka-9"/>
        <w:spacing w:before="0" w:after="0"/>
      </w:pPr>
      <w:r w:rsidRPr="00D70E70">
        <w:t>S</w:t>
      </w:r>
      <w:r>
        <w:t>práva železniční geodézie</w:t>
      </w:r>
    </w:p>
    <w:p w14:paraId="29F512F9" w14:textId="77777777" w:rsidR="00AC25D6" w:rsidRDefault="00AC25D6" w:rsidP="00AC25D6">
      <w:pPr>
        <w:pStyle w:val="Tabulka-9"/>
        <w:spacing w:before="0" w:after="0"/>
      </w:pPr>
      <w:r>
        <w:t>Václavkova 169/1</w:t>
      </w:r>
    </w:p>
    <w:p w14:paraId="7C1C67ED" w14:textId="5D4B5C17" w:rsidR="00AC25D6" w:rsidRPr="00D70E70" w:rsidRDefault="00AC25D6" w:rsidP="00AC25D6">
      <w:pPr>
        <w:pStyle w:val="Tabulka-9"/>
        <w:spacing w:before="0" w:after="0"/>
      </w:pPr>
      <w:r>
        <w:t>160 00 Praha 6 - Dejvice</w:t>
      </w:r>
    </w:p>
    <w:p w14:paraId="68CBD705" w14:textId="2E30008B" w:rsidR="00AC25D6" w:rsidRDefault="00AC25D6" w:rsidP="00AC25D6">
      <w:pPr>
        <w:pStyle w:val="PNTextzkladn"/>
        <w:spacing w:after="0"/>
      </w:pPr>
      <w:r w:rsidRPr="00D70E70">
        <w:t>Mobil +420</w:t>
      </w:r>
      <w:r>
        <w:t> 724 336 084,</w:t>
      </w:r>
      <w:r w:rsidRPr="00D70E70">
        <w:t xml:space="preserve"> e-mail:</w:t>
      </w:r>
      <w:r>
        <w:t xml:space="preserve"> HlousekJ@spravazeleznic.cz</w:t>
      </w:r>
    </w:p>
    <w:p w14:paraId="10F63577" w14:textId="77777777" w:rsidR="00AC25D6" w:rsidRDefault="00AC25D6" w:rsidP="00FF5BFA">
      <w:pPr>
        <w:pStyle w:val="PNTextzkladn"/>
        <w:spacing w:after="0"/>
      </w:pP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lastRenderedPageBreak/>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lastRenderedPageBreak/>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proofErr w:type="gramStart"/>
      <w:r w:rsidRPr="00CF609C">
        <w:t>Pod- článek</w:t>
      </w:r>
      <w:proofErr w:type="gramEnd"/>
      <w:r w:rsidRPr="00CF609C">
        <w:t xml:space="preserve">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lastRenderedPageBreak/>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9"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9"/>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FF5BFA" w:rsidRDefault="008A5084" w:rsidP="00356671">
      <w:pPr>
        <w:pStyle w:val="Textkomente"/>
        <w:rPr>
          <w:rFonts w:asciiTheme="minorHAnsi" w:hAnsiTheme="minorHAnsi"/>
          <w:sz w:val="18"/>
          <w:szCs w:val="18"/>
        </w:rPr>
      </w:pPr>
      <w:bookmarkStart w:id="10" w:name="_Hlk176777580"/>
      <w:r w:rsidRPr="00FF5BFA">
        <w:rPr>
          <w:rFonts w:asciiTheme="minorHAnsi" w:hAnsiTheme="minorHAnsi"/>
          <w:sz w:val="18"/>
          <w:szCs w:val="18"/>
        </w:rPr>
        <w:t>Tento Pod-článek se neuplatní.</w:t>
      </w:r>
    </w:p>
    <w:bookmarkEnd w:id="10"/>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1D9DC241" w14:textId="67DD937C" w:rsidR="00500582" w:rsidRPr="00CF609C" w:rsidRDefault="00500582" w:rsidP="00150E39">
      <w:pPr>
        <w:pStyle w:val="PNTextzkladn"/>
        <w:keepNext/>
      </w:pPr>
      <w:r w:rsidRPr="00160D27">
        <w:t>Pro provádění Díla jsou stanoveny následující</w:t>
      </w:r>
      <w:r w:rsidR="009D1FAA" w:rsidRPr="00160D27">
        <w:t xml:space="preserve"> Postupné závazné</w:t>
      </w:r>
      <w:r w:rsidRPr="00160D27">
        <w:t xml:space="preserve"> milníky:</w:t>
      </w:r>
    </w:p>
    <w:p w14:paraId="377A8576" w14:textId="77777777" w:rsidR="00B21601" w:rsidRPr="00160D27" w:rsidRDefault="00B21601" w:rsidP="00B21601">
      <w:pPr>
        <w:pStyle w:val="TabulkaNadpis"/>
        <w:rPr>
          <w:sz w:val="18"/>
        </w:rPr>
      </w:pPr>
      <w:r w:rsidRPr="00160D27">
        <w:rPr>
          <w:sz w:val="18"/>
        </w:rPr>
        <w:t>Postupné závazné milníky (Pod-čl. 4.28)</w:t>
      </w:r>
    </w:p>
    <w:tbl>
      <w:tblPr>
        <w:tblStyle w:val="Tabulka10"/>
        <w:tblW w:w="8080" w:type="dxa"/>
        <w:tblInd w:w="709" w:type="dxa"/>
        <w:tblLook w:val="04A0" w:firstRow="1" w:lastRow="0" w:firstColumn="1" w:lastColumn="0" w:noHBand="0" w:noVBand="1"/>
      </w:tblPr>
      <w:tblGrid>
        <w:gridCol w:w="1345"/>
        <w:gridCol w:w="4477"/>
        <w:gridCol w:w="2258"/>
      </w:tblGrid>
      <w:tr w:rsidR="00B21601" w:rsidRPr="00160D27" w14:paraId="379476F9" w14:textId="77777777" w:rsidTr="00C856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14:paraId="725EC326" w14:textId="77777777" w:rsidR="00B21601" w:rsidRPr="00160D27" w:rsidRDefault="00B21601" w:rsidP="00C856F7">
            <w:pPr>
              <w:pStyle w:val="Tabulka-7"/>
              <w:keepNext/>
              <w:rPr>
                <w:b/>
                <w:sz w:val="18"/>
              </w:rPr>
            </w:pPr>
            <w:r w:rsidRPr="00160D27">
              <w:rPr>
                <w:b/>
                <w:sz w:val="18"/>
              </w:rPr>
              <w:t>Milník</w:t>
            </w:r>
          </w:p>
        </w:tc>
        <w:tc>
          <w:tcPr>
            <w:tcW w:w="4477" w:type="dxa"/>
          </w:tcPr>
          <w:p w14:paraId="38718D5B" w14:textId="77777777" w:rsidR="00B21601" w:rsidRPr="00160D27" w:rsidRDefault="00B21601" w:rsidP="00C856F7">
            <w:pPr>
              <w:pStyle w:val="Tabulka-7"/>
              <w:keepNext/>
              <w:cnfStyle w:val="100000000000" w:firstRow="1" w:lastRow="0" w:firstColumn="0" w:lastColumn="0" w:oddVBand="0" w:evenVBand="0" w:oddHBand="0" w:evenHBand="0" w:firstRowFirstColumn="0" w:firstRowLastColumn="0" w:lastRowFirstColumn="0" w:lastRowLastColumn="0"/>
              <w:rPr>
                <w:b/>
                <w:sz w:val="18"/>
              </w:rPr>
            </w:pPr>
            <w:r w:rsidRPr="00160D27">
              <w:rPr>
                <w:b/>
                <w:sz w:val="18"/>
              </w:rPr>
              <w:t>Popis</w:t>
            </w:r>
          </w:p>
        </w:tc>
        <w:tc>
          <w:tcPr>
            <w:tcW w:w="2258" w:type="dxa"/>
          </w:tcPr>
          <w:p w14:paraId="77489BF8" w14:textId="77777777" w:rsidR="00B21601" w:rsidRPr="00160D27" w:rsidRDefault="00B21601" w:rsidP="00C856F7">
            <w:pPr>
              <w:pStyle w:val="Tabulka-7"/>
              <w:keepNext/>
              <w:cnfStyle w:val="100000000000" w:firstRow="1" w:lastRow="0" w:firstColumn="0" w:lastColumn="0" w:oddVBand="0" w:evenVBand="0" w:oddHBand="0" w:evenHBand="0" w:firstRowFirstColumn="0" w:firstRowLastColumn="0" w:lastRowFirstColumn="0" w:lastRowLastColumn="0"/>
              <w:rPr>
                <w:b/>
                <w:sz w:val="18"/>
              </w:rPr>
            </w:pPr>
            <w:r w:rsidRPr="00160D27">
              <w:rPr>
                <w:b/>
                <w:sz w:val="18"/>
              </w:rPr>
              <w:t>Termín milníku</w:t>
            </w:r>
          </w:p>
        </w:tc>
      </w:tr>
      <w:tr w:rsidR="00B21601" w:rsidRPr="00160D27" w14:paraId="5F5ED54E" w14:textId="77777777" w:rsidTr="00C856F7">
        <w:tc>
          <w:tcPr>
            <w:cnfStyle w:val="001000000000" w:firstRow="0" w:lastRow="0" w:firstColumn="1" w:lastColumn="0" w:oddVBand="0" w:evenVBand="0" w:oddHBand="0" w:evenHBand="0" w:firstRowFirstColumn="0" w:firstRowLastColumn="0" w:lastRowFirstColumn="0" w:lastRowLastColumn="0"/>
            <w:tcW w:w="1345" w:type="dxa"/>
            <w:vAlign w:val="top"/>
          </w:tcPr>
          <w:p w14:paraId="55A50E4A" w14:textId="77777777" w:rsidR="00B21601" w:rsidRPr="00160D27" w:rsidRDefault="00B21601" w:rsidP="00C856F7">
            <w:pPr>
              <w:pStyle w:val="Tabulka-7"/>
              <w:rPr>
                <w:sz w:val="18"/>
              </w:rPr>
            </w:pPr>
            <w:r w:rsidRPr="00160D27">
              <w:rPr>
                <w:sz w:val="18"/>
              </w:rPr>
              <w:t>Milník č. 1</w:t>
            </w:r>
          </w:p>
        </w:tc>
        <w:tc>
          <w:tcPr>
            <w:tcW w:w="4477" w:type="dxa"/>
            <w:vAlign w:val="top"/>
          </w:tcPr>
          <w:p w14:paraId="382212F0" w14:textId="1B0D52BF" w:rsidR="00B21601" w:rsidRPr="00160D27" w:rsidRDefault="00B21601" w:rsidP="00C856F7">
            <w:pPr>
              <w:pStyle w:val="Tabulka-7"/>
              <w:cnfStyle w:val="000000000000" w:firstRow="0" w:lastRow="0" w:firstColumn="0" w:lastColumn="0" w:oddVBand="0" w:evenVBand="0" w:oddHBand="0" w:evenHBand="0" w:firstRowFirstColumn="0" w:firstRowLastColumn="0" w:lastRowFirstColumn="0" w:lastRowLastColumn="0"/>
              <w:rPr>
                <w:sz w:val="18"/>
              </w:rPr>
            </w:pPr>
            <w:r w:rsidRPr="00160D27">
              <w:rPr>
                <w:sz w:val="18"/>
              </w:rPr>
              <w:t>Konec 140N výluky dle ročního výlukového plánu 202</w:t>
            </w:r>
            <w:r w:rsidR="002C087C">
              <w:rPr>
                <w:sz w:val="18"/>
              </w:rPr>
              <w:t>6</w:t>
            </w:r>
            <w:r w:rsidRPr="00160D27">
              <w:rPr>
                <w:sz w:val="18"/>
              </w:rPr>
              <w:t xml:space="preserve"> a uvedení do Zkušebního provozu dle ZOV projektové dokumentace B.8</w:t>
            </w:r>
          </w:p>
        </w:tc>
        <w:tc>
          <w:tcPr>
            <w:tcW w:w="2258" w:type="dxa"/>
            <w:vAlign w:val="top"/>
          </w:tcPr>
          <w:p w14:paraId="0E3D43CD" w14:textId="77777777" w:rsidR="00B21601" w:rsidRPr="00160D27" w:rsidRDefault="00B21601" w:rsidP="00C856F7">
            <w:pPr>
              <w:pStyle w:val="Tabulka-7"/>
              <w:cnfStyle w:val="000000000000" w:firstRow="0" w:lastRow="0" w:firstColumn="0" w:lastColumn="0" w:oddVBand="0" w:evenVBand="0" w:oddHBand="0" w:evenHBand="0" w:firstRowFirstColumn="0" w:firstRowLastColumn="0" w:lastRowFirstColumn="0" w:lastRowLastColumn="0"/>
              <w:rPr>
                <w:sz w:val="18"/>
              </w:rPr>
            </w:pPr>
            <w:r w:rsidRPr="00160D27">
              <w:rPr>
                <w:sz w:val="18"/>
              </w:rPr>
              <w:t>12 měsíců od Data zahájení prací</w:t>
            </w:r>
          </w:p>
        </w:tc>
      </w:tr>
    </w:tbl>
    <w:p w14:paraId="2514A17F" w14:textId="77777777" w:rsidR="00AC25D6" w:rsidRDefault="00AC25D6" w:rsidP="00CF609C">
      <w:pPr>
        <w:pStyle w:val="PNTextzkladn"/>
        <w:rPr>
          <w:highlight w:val="green"/>
        </w:rPr>
      </w:pP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FF5BFA" w:rsidRDefault="000E4F66" w:rsidP="00D220E2">
      <w:pPr>
        <w:pStyle w:val="Odrka1-1"/>
        <w:tabs>
          <w:tab w:val="clear" w:pos="1077"/>
          <w:tab w:val="left" w:pos="708"/>
        </w:tabs>
        <w:spacing w:before="120"/>
        <w:ind w:left="0" w:firstLine="0"/>
      </w:pPr>
      <w:bookmarkStart w:id="11" w:name="_Hlk176770378"/>
      <w:bookmarkStart w:id="12" w:name="_Hlk176770056"/>
      <w:r w:rsidRPr="00FF5BFA">
        <w:t xml:space="preserve">Za odstavec 3 </w:t>
      </w:r>
      <w:r w:rsidR="0013343A" w:rsidRPr="00FF5BFA">
        <w:t xml:space="preserve">Pod-článku </w:t>
      </w:r>
      <w:r w:rsidR="007D0F31" w:rsidRPr="00FF5BFA">
        <w:t>4.</w:t>
      </w:r>
      <w:r w:rsidRPr="00FF5BFA">
        <w:t xml:space="preserve">30 </w:t>
      </w:r>
      <w:r w:rsidR="0013343A" w:rsidRPr="00FF5BFA">
        <w:t xml:space="preserve">se </w:t>
      </w:r>
      <w:r w:rsidRPr="00FF5BFA">
        <w:t>vkládá následující věta</w:t>
      </w:r>
      <w:r w:rsidR="0013343A" w:rsidRPr="00FF5BFA">
        <w:t>:</w:t>
      </w:r>
    </w:p>
    <w:bookmarkEnd w:id="11"/>
    <w:p w14:paraId="24D93E46" w14:textId="13FAF2B4" w:rsidR="00D220E2" w:rsidRPr="00FF5BFA" w:rsidRDefault="000E4F66" w:rsidP="00D220E2">
      <w:pPr>
        <w:pStyle w:val="Odrka1-1"/>
        <w:tabs>
          <w:tab w:val="clear" w:pos="1077"/>
          <w:tab w:val="left" w:pos="708"/>
        </w:tabs>
        <w:spacing w:before="120"/>
        <w:ind w:left="0" w:firstLine="0"/>
        <w:rPr>
          <w:b/>
        </w:rPr>
      </w:pPr>
      <w:r w:rsidRPr="00FF5BFA">
        <w:t>„</w:t>
      </w:r>
      <w:r w:rsidR="00D220E2" w:rsidRPr="00FF5BFA">
        <w:t>Probíhá-li Dodatečná výluka trakčního vedení traťové koleje nad vyloučenou kolejí, úplata za službu za výluku trakčního vedení traťové koleje se neuplatní.</w:t>
      </w:r>
      <w:r w:rsidRPr="00FF5BFA">
        <w:t>“</w:t>
      </w:r>
    </w:p>
    <w:bookmarkEnd w:id="12"/>
    <w:p w14:paraId="42287134" w14:textId="108DF4F3" w:rsidR="0056171D" w:rsidRPr="00FF5BFA" w:rsidRDefault="0056171D" w:rsidP="0056171D">
      <w:pPr>
        <w:pStyle w:val="Odrka1-1"/>
        <w:tabs>
          <w:tab w:val="clear" w:pos="1077"/>
          <w:tab w:val="left" w:pos="708"/>
        </w:tabs>
        <w:spacing w:before="120"/>
        <w:ind w:left="0" w:firstLine="0"/>
      </w:pPr>
      <w:r w:rsidRPr="00FF5BFA">
        <w:t>Za odstavec 4 Pod-článku 4.30 se vkládá následující věta:</w:t>
      </w:r>
    </w:p>
    <w:p w14:paraId="6B89B123" w14:textId="33C1CE5C" w:rsidR="0056171D" w:rsidRDefault="0056171D" w:rsidP="0056171D">
      <w:pPr>
        <w:pStyle w:val="Odrka1-1"/>
        <w:tabs>
          <w:tab w:val="clear" w:pos="1077"/>
          <w:tab w:val="left" w:pos="708"/>
        </w:tabs>
        <w:spacing w:before="120"/>
        <w:ind w:left="0" w:firstLine="0"/>
      </w:pPr>
      <w:r w:rsidRPr="00FF5BFA">
        <w:t>„Probíhá-li Překročená výluka trakčního vedení traťové koleje nad vyloučenou kolejí, úplata za službu za výluku trakčního vedení traťové koleje se neuplatní.“</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416F080C" w14:textId="7493DFD5" w:rsidR="00C96E7C" w:rsidRDefault="00C96E7C" w:rsidP="005D168C">
      <w:pPr>
        <w:pStyle w:val="PNTextzkladn"/>
      </w:pPr>
      <w:r>
        <w:t xml:space="preserve">Zhotovitel je povinen dokončit celé Dílo včetně příslušné dokumentace dle </w:t>
      </w:r>
      <w:r w:rsidR="004A00B4">
        <w:t>P</w:t>
      </w:r>
      <w:r>
        <w:t>od-článku 7.9 do</w:t>
      </w:r>
      <w:r w:rsidR="00FF5BFA">
        <w:t xml:space="preserve"> 24 měsíců</w:t>
      </w:r>
      <w:r>
        <w:t xml:space="preserve"> od Data zahájení prací</w:t>
      </w:r>
      <w:r w:rsidR="007655D0">
        <w:t>.</w:t>
      </w:r>
      <w:r w:rsidR="0058120D">
        <w:t xml:space="preserve"> </w:t>
      </w:r>
    </w:p>
    <w:p w14:paraId="5D316C9D" w14:textId="77777777" w:rsidR="0046368B" w:rsidRDefault="0046368B" w:rsidP="0046368B">
      <w:pPr>
        <w:pStyle w:val="PNNadpis10bPod-l111"/>
      </w:pPr>
      <w:r>
        <w:t xml:space="preserve">8.3 </w:t>
      </w:r>
      <w:r>
        <w:tab/>
        <w:t>Harmonogram</w:t>
      </w:r>
    </w:p>
    <w:p w14:paraId="39959E7B" w14:textId="6F5C1E36" w:rsidR="009D1FAA" w:rsidRPr="001F4C4A" w:rsidRDefault="00C71C2E" w:rsidP="0046368B">
      <w:pPr>
        <w:pStyle w:val="PNTextzkladn"/>
      </w:pPr>
      <w:r>
        <w:t>Použité slovní spojení „stavební objekt“ v</w:t>
      </w:r>
      <w:r w:rsidR="00327EED">
        <w:t> písmenu (k) bodu (</w:t>
      </w:r>
      <w:proofErr w:type="spellStart"/>
      <w:r w:rsidR="00327EED">
        <w:t>iii</w:t>
      </w:r>
      <w:proofErr w:type="spellEnd"/>
      <w:r w:rsidR="00327EED">
        <w:t xml:space="preserve">)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754BBD50"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FF5BFA">
        <w:t>rovnající se</w:t>
      </w:r>
      <w:r w:rsidR="00FF5BFA" w:rsidRPr="00FF5BFA">
        <w:t xml:space="preserve"> 30</w:t>
      </w:r>
      <w:r w:rsidRPr="00FF5BFA">
        <w:t xml:space="preserve"> % smluvní hodnoty</w:t>
      </w:r>
      <w:r w:rsidRPr="00D42C7E">
        <w:t xml:space="preserve">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lastRenderedPageBreak/>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280B0472"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headerReference w:type="even" r:id="rId15"/>
      <w:headerReference w:type="default" r:id="rId16"/>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FCD74" w14:textId="77777777" w:rsidR="00DF6F9A" w:rsidRDefault="00DF6F9A" w:rsidP="00962258">
      <w:pPr>
        <w:spacing w:after="0" w:line="240" w:lineRule="auto"/>
      </w:pPr>
      <w:r>
        <w:separator/>
      </w:r>
    </w:p>
  </w:endnote>
  <w:endnote w:type="continuationSeparator" w:id="0">
    <w:p w14:paraId="772A9B0F" w14:textId="77777777" w:rsidR="00DF6F9A" w:rsidRDefault="00DF6F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06E7C6A9"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C43887" w:rsidRPr="00C43887">
            <w:rPr>
              <w:bCs/>
              <w:noProof/>
            </w:rPr>
            <w:t>„Rekonstrukce mostu v km 101,816 trati Praha-Bubny – Chomutov“</w:t>
          </w:r>
          <w:r w:rsidR="00C43887">
            <w:rPr>
              <w:b/>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031D103D"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C43887" w:rsidRPr="00C43887">
            <w:rPr>
              <w:noProof/>
            </w:rPr>
            <w:t>„Rekonstrukce mostu v km 101,816 trati Praha-Bubny – Chomutov“</w:t>
          </w:r>
          <w:r w:rsidR="00C43887">
            <w:rPr>
              <w:b/>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9D348" w14:textId="77777777" w:rsidR="00DF6F9A" w:rsidRDefault="00DF6F9A" w:rsidP="00962258">
      <w:pPr>
        <w:spacing w:after="0" w:line="240" w:lineRule="auto"/>
      </w:pPr>
      <w:r>
        <w:separator/>
      </w:r>
    </w:p>
  </w:footnote>
  <w:footnote w:type="continuationSeparator" w:id="0">
    <w:p w14:paraId="51775410" w14:textId="77777777" w:rsidR="00DF6F9A" w:rsidRDefault="00DF6F9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F6D34" w14:textId="3896D6E8" w:rsidR="00B22043" w:rsidRDefault="00B22043">
    <w:pPr>
      <w:pStyle w:val="Zhlav"/>
    </w:pPr>
    <w:r>
      <w:rPr>
        <w:noProof/>
      </w:rPr>
      <mc:AlternateContent>
        <mc:Choice Requires="wps">
          <w:drawing>
            <wp:anchor distT="0" distB="0" distL="0" distR="0" simplePos="0" relativeHeight="251674624" behindDoc="0" locked="0" layoutInCell="1" allowOverlap="1" wp14:anchorId="0DBF5755" wp14:editId="7783E818">
              <wp:simplePos x="1009015" y="360680"/>
              <wp:positionH relativeFrom="page">
                <wp:align>center</wp:align>
              </wp:positionH>
              <wp:positionV relativeFrom="page">
                <wp:align>top</wp:align>
              </wp:positionV>
              <wp:extent cx="494030" cy="314960"/>
              <wp:effectExtent l="0" t="0" r="1270" b="8890"/>
              <wp:wrapNone/>
              <wp:docPr id="1588942103"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7CC2FA9" w14:textId="6B00BF9B" w:rsidR="00B22043" w:rsidRPr="00B22043" w:rsidRDefault="00B22043" w:rsidP="00B22043">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DBF5755" id="_x0000_t202" coordsize="21600,21600" o:spt="202" path="m,l,21600r21600,l21600,xe">
              <v:stroke joinstyle="miter"/>
              <v:path gradientshapeok="t" o:connecttype="rect"/>
            </v:shapetype>
            <v:shape id="Textové pole 2" o:spid="_x0000_s1026" type="#_x0000_t202" alt="SŽ: Interní" style="position:absolute;margin-left:0;margin-top:0;width:38.9pt;height:24.8pt;z-index:2516746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" filled="f" stroked="f">
              <v:textbox style="mso-fit-shape-to-text:t" inset="0,15pt,0,0">
                <w:txbxContent>
                  <w:p w14:paraId="67CC2FA9" w14:textId="6B00BF9B" w:rsidR="00B22043" w:rsidRPr="00B22043" w:rsidRDefault="00B22043" w:rsidP="00B22043">
                    <w:pPr>
                      <w:spacing w:after="0"/>
                      <w:rPr>
                        <w:rFonts w:eastAsia="Verdana" w:cs="Verdana"/>
                        <w:noProof/>
                        <w:color w:val="000000"/>
                        <w:sz w:val="14"/>
                        <w:szCs w:val="14"/>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0FF75" w14:textId="38EE007B" w:rsidR="00B22043" w:rsidRDefault="00B22043">
    <w:pPr>
      <w:pStyle w:val="Zhlav"/>
    </w:pPr>
    <w:r>
      <w:rPr>
        <w:noProof/>
      </w:rPr>
      <mc:AlternateContent>
        <mc:Choice Requires="wps">
          <w:drawing>
            <wp:anchor distT="0" distB="0" distL="0" distR="0" simplePos="0" relativeHeight="251675648" behindDoc="0" locked="0" layoutInCell="1" allowOverlap="1" wp14:anchorId="1D953D5C" wp14:editId="16ECE984">
              <wp:simplePos x="635" y="635"/>
              <wp:positionH relativeFrom="page">
                <wp:align>center</wp:align>
              </wp:positionH>
              <wp:positionV relativeFrom="page">
                <wp:align>top</wp:align>
              </wp:positionV>
              <wp:extent cx="494030" cy="314960"/>
              <wp:effectExtent l="0" t="0" r="1270" b="8890"/>
              <wp:wrapNone/>
              <wp:docPr id="893363963"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DC7A802" w14:textId="4468AE34" w:rsidR="00B22043" w:rsidRPr="00B22043" w:rsidRDefault="00B22043" w:rsidP="00B22043">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953D5C" id="_x0000_t202" coordsize="21600,21600" o:spt="202" path="m,l,21600r21600,l21600,xe">
              <v:stroke joinstyle="miter"/>
              <v:path gradientshapeok="t" o:connecttype="rect"/>
            </v:shapetype>
            <v:shape id="Textové pole 3" o:spid="_x0000_s1027" type="#_x0000_t202" alt="SŽ: Interní" style="position:absolute;margin-left:0;margin-top:0;width:38.9pt;height:24.8pt;z-index:2516756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RbDA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" filled="f" stroked="f">
              <v:textbox style="mso-fit-shape-to-text:t" inset="0,15pt,0,0">
                <w:txbxContent>
                  <w:p w14:paraId="2DC7A802" w14:textId="4468AE34" w:rsidR="00B22043" w:rsidRPr="00B22043" w:rsidRDefault="00B22043" w:rsidP="00B22043">
                    <w:pPr>
                      <w:spacing w:after="0"/>
                      <w:rPr>
                        <w:rFonts w:eastAsia="Verdana" w:cs="Verdana"/>
                        <w:noProof/>
                        <w:color w:val="000000"/>
                        <w:sz w:val="14"/>
                        <w:szCs w:val="14"/>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2D011409" w:rsidR="004E17CD" w:rsidRPr="00B8518B" w:rsidRDefault="00B22043" w:rsidP="00FC6389">
          <w:pPr>
            <w:pStyle w:val="Zpat"/>
            <w:rPr>
              <w:rStyle w:val="slostrnky"/>
            </w:rPr>
          </w:pPr>
          <w:r>
            <w:rPr>
              <w:b/>
              <w:noProof/>
              <w:color w:val="FF5200" w:themeColor="accent2"/>
              <w:sz w:val="14"/>
            </w:rPr>
            <mc:AlternateContent>
              <mc:Choice Requires="wps">
                <w:drawing>
                  <wp:anchor distT="0" distB="0" distL="0" distR="0" simplePos="0" relativeHeight="251673600" behindDoc="0" locked="0" layoutInCell="1" allowOverlap="1" wp14:anchorId="1D6A6A99" wp14:editId="3247A6D0">
                    <wp:simplePos x="142875" y="361950"/>
                    <wp:positionH relativeFrom="page">
                      <wp:align>center</wp:align>
                    </wp:positionH>
                    <wp:positionV relativeFrom="page">
                      <wp:align>top</wp:align>
                    </wp:positionV>
                    <wp:extent cx="494030" cy="314960"/>
                    <wp:effectExtent l="0" t="0" r="1270" b="8890"/>
                    <wp:wrapNone/>
                    <wp:docPr id="616271756"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B9B1D48" w14:textId="392A6A9A" w:rsidR="00B22043" w:rsidRPr="00B22043" w:rsidRDefault="00B22043" w:rsidP="00B22043">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6A6A99" id="_x0000_t202" coordsize="21600,21600" o:spt="202" path="m,l,21600r21600,l21600,xe">
                    <v:stroke joinstyle="miter"/>
                    <v:path gradientshapeok="t" o:connecttype="rect"/>
                  </v:shapetype>
                  <v:shape id="Textové pole 1" o:spid="_x0000_s1028" type="#_x0000_t202" alt="SŽ: Interní" style="position:absolute;margin-left:0;margin-top:0;width:38.9pt;height:24.8pt;z-index:2516736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YMdDgIAABw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4OYMdDgIAABwE&#10;AAAOAAAAAAAAAAAAAAAAAC4CAABkcnMvZTJvRG9jLnhtbFBLAQItABQABgAIAAAAIQCkrc7l2gAA&#10;AAMBAAAPAAAAAAAAAAAAAAAAAGgEAABkcnMvZG93bnJldi54bWxQSwUGAAAAAAQABADzAAAAbwUA&#10;AAAA&#10;" filled="f" stroked="f">
                    <v:textbox style="mso-fit-shape-to-text:t" inset="0,15pt,0,0">
                      <w:txbxContent>
                        <w:p w14:paraId="6B9B1D48" w14:textId="392A6A9A" w:rsidR="00B22043" w:rsidRPr="00B22043" w:rsidRDefault="00B22043" w:rsidP="00B22043">
                          <w:pPr>
                            <w:spacing w:after="0"/>
                            <w:rPr>
                              <w:rFonts w:eastAsia="Verdana" w:cs="Verdana"/>
                              <w:noProof/>
                              <w:color w:val="000000"/>
                              <w:sz w:val="14"/>
                              <w:szCs w:val="14"/>
                            </w:rPr>
                          </w:pPr>
                        </w:p>
                      </w:txbxContent>
                    </v:textbox>
                    <w10:wrap anchorx="page" anchory="page"/>
                  </v:shape>
                </w:pict>
              </mc:Fallback>
            </mc:AlternateContent>
          </w:r>
        </w:p>
      </w:tc>
      <w:tc>
        <w:tcPr>
          <w:tcW w:w="3458" w:type="dxa"/>
          <w:shd w:val="clear" w:color="auto" w:fill="auto"/>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2ACFF129" w14:textId="77777777" w:rsidR="004E17CD" w:rsidRDefault="004E17CD" w:rsidP="00FC6389">
          <w:pPr>
            <w:pStyle w:val="Zpat"/>
          </w:pPr>
        </w:p>
      </w:tc>
      <w:tc>
        <w:tcPr>
          <w:tcW w:w="5756" w:type="dxa"/>
          <w:shd w:val="clear" w:color="auto" w:fill="auto"/>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127745746">
    <w:abstractNumId w:val="3"/>
  </w:num>
  <w:num w:numId="2" w16cid:durableId="1291743582">
    <w:abstractNumId w:val="1"/>
  </w:num>
  <w:num w:numId="3" w16cid:durableId="1234506270">
    <w:abstractNumId w:val="8"/>
  </w:num>
  <w:num w:numId="4" w16cid:durableId="1357191236">
    <w:abstractNumId w:val="4"/>
  </w:num>
  <w:num w:numId="5" w16cid:durableId="459031616">
    <w:abstractNumId w:val="6"/>
  </w:num>
  <w:num w:numId="6" w16cid:durableId="1231309504">
    <w:abstractNumId w:val="7"/>
  </w:num>
  <w:num w:numId="7" w16cid:durableId="1673411951">
    <w:abstractNumId w:val="5"/>
  </w:num>
  <w:num w:numId="8" w16cid:durableId="19506952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4934113">
    <w:abstractNumId w:val="2"/>
  </w:num>
  <w:num w:numId="10" w16cid:durableId="301276788">
    <w:abstractNumId w:val="6"/>
  </w:num>
  <w:num w:numId="11" w16cid:durableId="657150525">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08B1"/>
    <w:rsid w:val="00031645"/>
    <w:rsid w:val="00041EC8"/>
    <w:rsid w:val="00044C35"/>
    <w:rsid w:val="000519C9"/>
    <w:rsid w:val="000543DB"/>
    <w:rsid w:val="00061045"/>
    <w:rsid w:val="0006588D"/>
    <w:rsid w:val="00065CBD"/>
    <w:rsid w:val="000670FA"/>
    <w:rsid w:val="00067A5E"/>
    <w:rsid w:val="00070BC9"/>
    <w:rsid w:val="000719BB"/>
    <w:rsid w:val="00071A0E"/>
    <w:rsid w:val="00072A65"/>
    <w:rsid w:val="00072C1E"/>
    <w:rsid w:val="00073857"/>
    <w:rsid w:val="00080EC0"/>
    <w:rsid w:val="000959D5"/>
    <w:rsid w:val="00097CAC"/>
    <w:rsid w:val="000A7344"/>
    <w:rsid w:val="000B4EB8"/>
    <w:rsid w:val="000C0A37"/>
    <w:rsid w:val="000C10CA"/>
    <w:rsid w:val="000C40E5"/>
    <w:rsid w:val="000C41F2"/>
    <w:rsid w:val="000D22C4"/>
    <w:rsid w:val="000D27D1"/>
    <w:rsid w:val="000D41A0"/>
    <w:rsid w:val="000D5A97"/>
    <w:rsid w:val="000D5FCB"/>
    <w:rsid w:val="000E0B11"/>
    <w:rsid w:val="000E1A7F"/>
    <w:rsid w:val="000E26D2"/>
    <w:rsid w:val="000E4F66"/>
    <w:rsid w:val="000E79BD"/>
    <w:rsid w:val="000F217B"/>
    <w:rsid w:val="000F4591"/>
    <w:rsid w:val="00103BEA"/>
    <w:rsid w:val="00105CAC"/>
    <w:rsid w:val="00112085"/>
    <w:rsid w:val="00112864"/>
    <w:rsid w:val="00114472"/>
    <w:rsid w:val="00114988"/>
    <w:rsid w:val="001149ED"/>
    <w:rsid w:val="00115069"/>
    <w:rsid w:val="001150F2"/>
    <w:rsid w:val="001174DF"/>
    <w:rsid w:val="0012024F"/>
    <w:rsid w:val="00122950"/>
    <w:rsid w:val="00126C15"/>
    <w:rsid w:val="0013343A"/>
    <w:rsid w:val="00133BE8"/>
    <w:rsid w:val="00145961"/>
    <w:rsid w:val="00146747"/>
    <w:rsid w:val="00146DA1"/>
    <w:rsid w:val="001506E5"/>
    <w:rsid w:val="00150E39"/>
    <w:rsid w:val="00152473"/>
    <w:rsid w:val="00152D40"/>
    <w:rsid w:val="00157862"/>
    <w:rsid w:val="00160D27"/>
    <w:rsid w:val="001656A2"/>
    <w:rsid w:val="001679B8"/>
    <w:rsid w:val="00170EC5"/>
    <w:rsid w:val="00172BDF"/>
    <w:rsid w:val="001747C1"/>
    <w:rsid w:val="00174FB5"/>
    <w:rsid w:val="00175502"/>
    <w:rsid w:val="00177D6B"/>
    <w:rsid w:val="00184A9D"/>
    <w:rsid w:val="00191F90"/>
    <w:rsid w:val="001927B4"/>
    <w:rsid w:val="00193271"/>
    <w:rsid w:val="00194E72"/>
    <w:rsid w:val="00194FE9"/>
    <w:rsid w:val="001965E6"/>
    <w:rsid w:val="001A6C9D"/>
    <w:rsid w:val="001B022A"/>
    <w:rsid w:val="001B0616"/>
    <w:rsid w:val="001B4E74"/>
    <w:rsid w:val="001C4364"/>
    <w:rsid w:val="001C530B"/>
    <w:rsid w:val="001C645F"/>
    <w:rsid w:val="001C7156"/>
    <w:rsid w:val="001D0F98"/>
    <w:rsid w:val="001E29B2"/>
    <w:rsid w:val="001E3C56"/>
    <w:rsid w:val="001E5260"/>
    <w:rsid w:val="001E678E"/>
    <w:rsid w:val="001F4C4A"/>
    <w:rsid w:val="00204751"/>
    <w:rsid w:val="002071BB"/>
    <w:rsid w:val="00207DF5"/>
    <w:rsid w:val="00210BF7"/>
    <w:rsid w:val="0021172F"/>
    <w:rsid w:val="00212768"/>
    <w:rsid w:val="00214A0D"/>
    <w:rsid w:val="00234038"/>
    <w:rsid w:val="0023464E"/>
    <w:rsid w:val="00235D7C"/>
    <w:rsid w:val="00240B81"/>
    <w:rsid w:val="00240ED7"/>
    <w:rsid w:val="00241DD8"/>
    <w:rsid w:val="00244767"/>
    <w:rsid w:val="00246758"/>
    <w:rsid w:val="00247D01"/>
    <w:rsid w:val="0025033D"/>
    <w:rsid w:val="00250FC0"/>
    <w:rsid w:val="00252F7E"/>
    <w:rsid w:val="00257D70"/>
    <w:rsid w:val="00260D49"/>
    <w:rsid w:val="00261A5B"/>
    <w:rsid w:val="00262E1C"/>
    <w:rsid w:val="00262E5B"/>
    <w:rsid w:val="00264655"/>
    <w:rsid w:val="00274B8A"/>
    <w:rsid w:val="00276AFE"/>
    <w:rsid w:val="00290C4E"/>
    <w:rsid w:val="00291225"/>
    <w:rsid w:val="002922C1"/>
    <w:rsid w:val="00292A35"/>
    <w:rsid w:val="002A1067"/>
    <w:rsid w:val="002A3B57"/>
    <w:rsid w:val="002B67EF"/>
    <w:rsid w:val="002C087C"/>
    <w:rsid w:val="002C31BF"/>
    <w:rsid w:val="002D4295"/>
    <w:rsid w:val="002D7559"/>
    <w:rsid w:val="002D7FD6"/>
    <w:rsid w:val="002E0CD7"/>
    <w:rsid w:val="002E0CFB"/>
    <w:rsid w:val="002E1628"/>
    <w:rsid w:val="002E1D03"/>
    <w:rsid w:val="002E3A3F"/>
    <w:rsid w:val="002E3D9F"/>
    <w:rsid w:val="002E5C7B"/>
    <w:rsid w:val="002E7641"/>
    <w:rsid w:val="002E7C3F"/>
    <w:rsid w:val="002F0F70"/>
    <w:rsid w:val="002F4333"/>
    <w:rsid w:val="00305E50"/>
    <w:rsid w:val="00312736"/>
    <w:rsid w:val="00322AA5"/>
    <w:rsid w:val="003259C2"/>
    <w:rsid w:val="00327EED"/>
    <w:rsid w:val="00327EEF"/>
    <w:rsid w:val="0033239F"/>
    <w:rsid w:val="003341BC"/>
    <w:rsid w:val="00335156"/>
    <w:rsid w:val="0034274B"/>
    <w:rsid w:val="003430AE"/>
    <w:rsid w:val="00346C2C"/>
    <w:rsid w:val="00346D36"/>
    <w:rsid w:val="0034719F"/>
    <w:rsid w:val="00350A35"/>
    <w:rsid w:val="00351744"/>
    <w:rsid w:val="00356671"/>
    <w:rsid w:val="003571D8"/>
    <w:rsid w:val="00357BC6"/>
    <w:rsid w:val="003613C5"/>
    <w:rsid w:val="00361422"/>
    <w:rsid w:val="00363007"/>
    <w:rsid w:val="00363269"/>
    <w:rsid w:val="00366226"/>
    <w:rsid w:val="003678F1"/>
    <w:rsid w:val="00367EBA"/>
    <w:rsid w:val="00373532"/>
    <w:rsid w:val="0037545D"/>
    <w:rsid w:val="00386EDC"/>
    <w:rsid w:val="003907DF"/>
    <w:rsid w:val="003910F9"/>
    <w:rsid w:val="0039276A"/>
    <w:rsid w:val="00392EB6"/>
    <w:rsid w:val="00394B06"/>
    <w:rsid w:val="00394C56"/>
    <w:rsid w:val="003956C6"/>
    <w:rsid w:val="003A14A2"/>
    <w:rsid w:val="003A42BE"/>
    <w:rsid w:val="003A7B88"/>
    <w:rsid w:val="003A7C73"/>
    <w:rsid w:val="003B3E68"/>
    <w:rsid w:val="003C33F2"/>
    <w:rsid w:val="003C5369"/>
    <w:rsid w:val="003C5F1F"/>
    <w:rsid w:val="003D2A71"/>
    <w:rsid w:val="003D756E"/>
    <w:rsid w:val="003E2E24"/>
    <w:rsid w:val="003E420D"/>
    <w:rsid w:val="003E4C13"/>
    <w:rsid w:val="003F2099"/>
    <w:rsid w:val="003F7B6D"/>
    <w:rsid w:val="004001A6"/>
    <w:rsid w:val="004078F3"/>
    <w:rsid w:val="0041136B"/>
    <w:rsid w:val="004220DE"/>
    <w:rsid w:val="0042532F"/>
    <w:rsid w:val="00425E03"/>
    <w:rsid w:val="00427794"/>
    <w:rsid w:val="004309EE"/>
    <w:rsid w:val="00433597"/>
    <w:rsid w:val="00440672"/>
    <w:rsid w:val="00441B4D"/>
    <w:rsid w:val="004449C0"/>
    <w:rsid w:val="004467D0"/>
    <w:rsid w:val="00450F07"/>
    <w:rsid w:val="00453CD3"/>
    <w:rsid w:val="00454F6C"/>
    <w:rsid w:val="004571F9"/>
    <w:rsid w:val="00460660"/>
    <w:rsid w:val="00460ABF"/>
    <w:rsid w:val="0046368B"/>
    <w:rsid w:val="00464BA9"/>
    <w:rsid w:val="00482842"/>
    <w:rsid w:val="00483969"/>
    <w:rsid w:val="00486107"/>
    <w:rsid w:val="00487D2D"/>
    <w:rsid w:val="00491827"/>
    <w:rsid w:val="004A00B4"/>
    <w:rsid w:val="004C1A16"/>
    <w:rsid w:val="004C4399"/>
    <w:rsid w:val="004C4830"/>
    <w:rsid w:val="004C527E"/>
    <w:rsid w:val="004C6F56"/>
    <w:rsid w:val="004C787C"/>
    <w:rsid w:val="004D165A"/>
    <w:rsid w:val="004D23D6"/>
    <w:rsid w:val="004D4B84"/>
    <w:rsid w:val="004E0643"/>
    <w:rsid w:val="004E0944"/>
    <w:rsid w:val="004E17CD"/>
    <w:rsid w:val="004E7A1F"/>
    <w:rsid w:val="004F1FAF"/>
    <w:rsid w:val="004F4B9B"/>
    <w:rsid w:val="00500205"/>
    <w:rsid w:val="00500582"/>
    <w:rsid w:val="0050539B"/>
    <w:rsid w:val="0050666E"/>
    <w:rsid w:val="005075E5"/>
    <w:rsid w:val="00511AB9"/>
    <w:rsid w:val="0051377C"/>
    <w:rsid w:val="00515B6E"/>
    <w:rsid w:val="00523BB5"/>
    <w:rsid w:val="00523EA7"/>
    <w:rsid w:val="00530F7C"/>
    <w:rsid w:val="005406EB"/>
    <w:rsid w:val="0054080F"/>
    <w:rsid w:val="005475D9"/>
    <w:rsid w:val="00553375"/>
    <w:rsid w:val="00555884"/>
    <w:rsid w:val="005571A2"/>
    <w:rsid w:val="005573AE"/>
    <w:rsid w:val="005579CC"/>
    <w:rsid w:val="0056171D"/>
    <w:rsid w:val="00563B21"/>
    <w:rsid w:val="00567110"/>
    <w:rsid w:val="00570EA4"/>
    <w:rsid w:val="005736B7"/>
    <w:rsid w:val="00575E5A"/>
    <w:rsid w:val="00580245"/>
    <w:rsid w:val="005804B9"/>
    <w:rsid w:val="00580C51"/>
    <w:rsid w:val="0058120D"/>
    <w:rsid w:val="00582C15"/>
    <w:rsid w:val="005851B9"/>
    <w:rsid w:val="00586DE3"/>
    <w:rsid w:val="005906E0"/>
    <w:rsid w:val="005A1F44"/>
    <w:rsid w:val="005B49A2"/>
    <w:rsid w:val="005B7883"/>
    <w:rsid w:val="005C3269"/>
    <w:rsid w:val="005C4979"/>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4401B"/>
    <w:rsid w:val="00652B2C"/>
    <w:rsid w:val="006536A6"/>
    <w:rsid w:val="0065610E"/>
    <w:rsid w:val="00657DC5"/>
    <w:rsid w:val="00660AD3"/>
    <w:rsid w:val="0066735F"/>
    <w:rsid w:val="00667A98"/>
    <w:rsid w:val="00670E69"/>
    <w:rsid w:val="00673932"/>
    <w:rsid w:val="006776B6"/>
    <w:rsid w:val="00677A1B"/>
    <w:rsid w:val="00680727"/>
    <w:rsid w:val="00681286"/>
    <w:rsid w:val="00681B52"/>
    <w:rsid w:val="00684518"/>
    <w:rsid w:val="00690ADA"/>
    <w:rsid w:val="00692D00"/>
    <w:rsid w:val="00693150"/>
    <w:rsid w:val="006937D9"/>
    <w:rsid w:val="006966C5"/>
    <w:rsid w:val="006A4B55"/>
    <w:rsid w:val="006A5570"/>
    <w:rsid w:val="006A689C"/>
    <w:rsid w:val="006B3D79"/>
    <w:rsid w:val="006B6FE4"/>
    <w:rsid w:val="006B73BB"/>
    <w:rsid w:val="006C2343"/>
    <w:rsid w:val="006C442A"/>
    <w:rsid w:val="006C5D15"/>
    <w:rsid w:val="006D2820"/>
    <w:rsid w:val="006D598D"/>
    <w:rsid w:val="006D6224"/>
    <w:rsid w:val="006E0578"/>
    <w:rsid w:val="006E13F8"/>
    <w:rsid w:val="006E314D"/>
    <w:rsid w:val="006E5323"/>
    <w:rsid w:val="006F043D"/>
    <w:rsid w:val="006F3A6E"/>
    <w:rsid w:val="006F4828"/>
    <w:rsid w:val="006F75EE"/>
    <w:rsid w:val="00700C23"/>
    <w:rsid w:val="00701D84"/>
    <w:rsid w:val="00702811"/>
    <w:rsid w:val="00704C0E"/>
    <w:rsid w:val="007055DC"/>
    <w:rsid w:val="00710723"/>
    <w:rsid w:val="00713984"/>
    <w:rsid w:val="007213E4"/>
    <w:rsid w:val="00723ED1"/>
    <w:rsid w:val="00726A41"/>
    <w:rsid w:val="00726AFE"/>
    <w:rsid w:val="007327E4"/>
    <w:rsid w:val="00732978"/>
    <w:rsid w:val="00734737"/>
    <w:rsid w:val="00740AF5"/>
    <w:rsid w:val="00743525"/>
    <w:rsid w:val="007456F4"/>
    <w:rsid w:val="00752D81"/>
    <w:rsid w:val="007541A2"/>
    <w:rsid w:val="00755818"/>
    <w:rsid w:val="00760F84"/>
    <w:rsid w:val="0076286B"/>
    <w:rsid w:val="00765255"/>
    <w:rsid w:val="007655D0"/>
    <w:rsid w:val="00766846"/>
    <w:rsid w:val="0077673A"/>
    <w:rsid w:val="007846E1"/>
    <w:rsid w:val="007847D6"/>
    <w:rsid w:val="00785811"/>
    <w:rsid w:val="00791F16"/>
    <w:rsid w:val="00792D9B"/>
    <w:rsid w:val="007A172F"/>
    <w:rsid w:val="007A3FFB"/>
    <w:rsid w:val="007A4B81"/>
    <w:rsid w:val="007A4F2A"/>
    <w:rsid w:val="007A5172"/>
    <w:rsid w:val="007A67A0"/>
    <w:rsid w:val="007B0317"/>
    <w:rsid w:val="007B1246"/>
    <w:rsid w:val="007B2EF2"/>
    <w:rsid w:val="007B570C"/>
    <w:rsid w:val="007C4C3C"/>
    <w:rsid w:val="007C73B0"/>
    <w:rsid w:val="007D0F31"/>
    <w:rsid w:val="007D4C3D"/>
    <w:rsid w:val="007D626B"/>
    <w:rsid w:val="007E0D26"/>
    <w:rsid w:val="007E2A71"/>
    <w:rsid w:val="007E2B8D"/>
    <w:rsid w:val="007E4A6E"/>
    <w:rsid w:val="007F27E4"/>
    <w:rsid w:val="007F56A7"/>
    <w:rsid w:val="007F66F4"/>
    <w:rsid w:val="007F76D5"/>
    <w:rsid w:val="00800851"/>
    <w:rsid w:val="00807C2C"/>
    <w:rsid w:val="00807DD0"/>
    <w:rsid w:val="00811454"/>
    <w:rsid w:val="008123B6"/>
    <w:rsid w:val="008177F0"/>
    <w:rsid w:val="00821D01"/>
    <w:rsid w:val="00822268"/>
    <w:rsid w:val="00824DF9"/>
    <w:rsid w:val="00826B7B"/>
    <w:rsid w:val="008326B8"/>
    <w:rsid w:val="008360BC"/>
    <w:rsid w:val="008428B4"/>
    <w:rsid w:val="00846789"/>
    <w:rsid w:val="00846A4F"/>
    <w:rsid w:val="008477AD"/>
    <w:rsid w:val="00857A77"/>
    <w:rsid w:val="008602BD"/>
    <w:rsid w:val="00862C5C"/>
    <w:rsid w:val="008635B3"/>
    <w:rsid w:val="00870145"/>
    <w:rsid w:val="00871E5F"/>
    <w:rsid w:val="00880831"/>
    <w:rsid w:val="00882485"/>
    <w:rsid w:val="008825B2"/>
    <w:rsid w:val="008842C9"/>
    <w:rsid w:val="008868D1"/>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18D6"/>
    <w:rsid w:val="008F22EA"/>
    <w:rsid w:val="008F2C9B"/>
    <w:rsid w:val="008F3E72"/>
    <w:rsid w:val="008F4AEA"/>
    <w:rsid w:val="008F55C2"/>
    <w:rsid w:val="008F6B2E"/>
    <w:rsid w:val="008F6D6C"/>
    <w:rsid w:val="008F6D85"/>
    <w:rsid w:val="008F797B"/>
    <w:rsid w:val="00904780"/>
    <w:rsid w:val="009052C3"/>
    <w:rsid w:val="0090635B"/>
    <w:rsid w:val="00906C36"/>
    <w:rsid w:val="00907F0E"/>
    <w:rsid w:val="009162F5"/>
    <w:rsid w:val="0091698D"/>
    <w:rsid w:val="00922385"/>
    <w:rsid w:val="009223DF"/>
    <w:rsid w:val="009237C7"/>
    <w:rsid w:val="009265E3"/>
    <w:rsid w:val="0092771B"/>
    <w:rsid w:val="00927B47"/>
    <w:rsid w:val="009303BD"/>
    <w:rsid w:val="00936091"/>
    <w:rsid w:val="00937303"/>
    <w:rsid w:val="00940D8A"/>
    <w:rsid w:val="00953532"/>
    <w:rsid w:val="00962258"/>
    <w:rsid w:val="00964682"/>
    <w:rsid w:val="009678B7"/>
    <w:rsid w:val="00967F7C"/>
    <w:rsid w:val="0097244A"/>
    <w:rsid w:val="00982DAA"/>
    <w:rsid w:val="00984EBC"/>
    <w:rsid w:val="00992D9C"/>
    <w:rsid w:val="00996496"/>
    <w:rsid w:val="00996CB8"/>
    <w:rsid w:val="009A06AE"/>
    <w:rsid w:val="009A425A"/>
    <w:rsid w:val="009A639C"/>
    <w:rsid w:val="009B0F8A"/>
    <w:rsid w:val="009B1A24"/>
    <w:rsid w:val="009B2E97"/>
    <w:rsid w:val="009B3AC4"/>
    <w:rsid w:val="009B5146"/>
    <w:rsid w:val="009B5FEE"/>
    <w:rsid w:val="009B641A"/>
    <w:rsid w:val="009C1450"/>
    <w:rsid w:val="009C386C"/>
    <w:rsid w:val="009C418E"/>
    <w:rsid w:val="009C442C"/>
    <w:rsid w:val="009C7295"/>
    <w:rsid w:val="009C7492"/>
    <w:rsid w:val="009D1439"/>
    <w:rsid w:val="009D1FAA"/>
    <w:rsid w:val="009D3CE2"/>
    <w:rsid w:val="009E07F4"/>
    <w:rsid w:val="009E2AFD"/>
    <w:rsid w:val="009E4505"/>
    <w:rsid w:val="009F0BC6"/>
    <w:rsid w:val="009F309B"/>
    <w:rsid w:val="009F392E"/>
    <w:rsid w:val="009F4424"/>
    <w:rsid w:val="009F53C5"/>
    <w:rsid w:val="00A01572"/>
    <w:rsid w:val="00A04EAC"/>
    <w:rsid w:val="00A05305"/>
    <w:rsid w:val="00A0552C"/>
    <w:rsid w:val="00A06EAF"/>
    <w:rsid w:val="00A0740E"/>
    <w:rsid w:val="00A10A3F"/>
    <w:rsid w:val="00A10EEB"/>
    <w:rsid w:val="00A14CEF"/>
    <w:rsid w:val="00A1518B"/>
    <w:rsid w:val="00A1746E"/>
    <w:rsid w:val="00A174BC"/>
    <w:rsid w:val="00A27EBF"/>
    <w:rsid w:val="00A3134E"/>
    <w:rsid w:val="00A318A8"/>
    <w:rsid w:val="00A34FAC"/>
    <w:rsid w:val="00A375D4"/>
    <w:rsid w:val="00A43D50"/>
    <w:rsid w:val="00A50641"/>
    <w:rsid w:val="00A530BF"/>
    <w:rsid w:val="00A6177B"/>
    <w:rsid w:val="00A66136"/>
    <w:rsid w:val="00A71189"/>
    <w:rsid w:val="00A728D6"/>
    <w:rsid w:val="00A7364A"/>
    <w:rsid w:val="00A74DCC"/>
    <w:rsid w:val="00A753ED"/>
    <w:rsid w:val="00A77512"/>
    <w:rsid w:val="00A829B1"/>
    <w:rsid w:val="00A82AFA"/>
    <w:rsid w:val="00A83447"/>
    <w:rsid w:val="00A84E1E"/>
    <w:rsid w:val="00A91E9B"/>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1F9C"/>
    <w:rsid w:val="00AB5436"/>
    <w:rsid w:val="00AB56AE"/>
    <w:rsid w:val="00AC25D6"/>
    <w:rsid w:val="00AC4761"/>
    <w:rsid w:val="00AD056F"/>
    <w:rsid w:val="00AD0C7B"/>
    <w:rsid w:val="00AD1F4B"/>
    <w:rsid w:val="00AD52BB"/>
    <w:rsid w:val="00AD5F1A"/>
    <w:rsid w:val="00AD62C8"/>
    <w:rsid w:val="00AD6731"/>
    <w:rsid w:val="00AD7B08"/>
    <w:rsid w:val="00AE3EB6"/>
    <w:rsid w:val="00AF0987"/>
    <w:rsid w:val="00AF0E06"/>
    <w:rsid w:val="00AF3955"/>
    <w:rsid w:val="00B003D2"/>
    <w:rsid w:val="00B008D5"/>
    <w:rsid w:val="00B02F73"/>
    <w:rsid w:val="00B0619F"/>
    <w:rsid w:val="00B07D15"/>
    <w:rsid w:val="00B12F2D"/>
    <w:rsid w:val="00B13A26"/>
    <w:rsid w:val="00B144CF"/>
    <w:rsid w:val="00B15D0D"/>
    <w:rsid w:val="00B168FA"/>
    <w:rsid w:val="00B210D1"/>
    <w:rsid w:val="00B21601"/>
    <w:rsid w:val="00B21EC8"/>
    <w:rsid w:val="00B22043"/>
    <w:rsid w:val="00B22106"/>
    <w:rsid w:val="00B222FB"/>
    <w:rsid w:val="00B26495"/>
    <w:rsid w:val="00B264F6"/>
    <w:rsid w:val="00B26D5E"/>
    <w:rsid w:val="00B3027A"/>
    <w:rsid w:val="00B31F14"/>
    <w:rsid w:val="00B33FB2"/>
    <w:rsid w:val="00B40591"/>
    <w:rsid w:val="00B4466E"/>
    <w:rsid w:val="00B5335E"/>
    <w:rsid w:val="00B5431A"/>
    <w:rsid w:val="00B56ADF"/>
    <w:rsid w:val="00B6270B"/>
    <w:rsid w:val="00B73140"/>
    <w:rsid w:val="00B75EE1"/>
    <w:rsid w:val="00B77481"/>
    <w:rsid w:val="00B81113"/>
    <w:rsid w:val="00B8518B"/>
    <w:rsid w:val="00B90567"/>
    <w:rsid w:val="00B92932"/>
    <w:rsid w:val="00B94735"/>
    <w:rsid w:val="00B97CC3"/>
    <w:rsid w:val="00BA0EBA"/>
    <w:rsid w:val="00BB1D19"/>
    <w:rsid w:val="00BB79E8"/>
    <w:rsid w:val="00BC05F2"/>
    <w:rsid w:val="00BC06C4"/>
    <w:rsid w:val="00BC281C"/>
    <w:rsid w:val="00BC60BF"/>
    <w:rsid w:val="00BD1D61"/>
    <w:rsid w:val="00BD7E91"/>
    <w:rsid w:val="00BD7F0D"/>
    <w:rsid w:val="00BE29E5"/>
    <w:rsid w:val="00BE7093"/>
    <w:rsid w:val="00BF5233"/>
    <w:rsid w:val="00BF64F7"/>
    <w:rsid w:val="00BF7AEC"/>
    <w:rsid w:val="00C02D0A"/>
    <w:rsid w:val="00C038BD"/>
    <w:rsid w:val="00C03A6E"/>
    <w:rsid w:val="00C072CD"/>
    <w:rsid w:val="00C12C1E"/>
    <w:rsid w:val="00C14FCD"/>
    <w:rsid w:val="00C21179"/>
    <w:rsid w:val="00C226C0"/>
    <w:rsid w:val="00C2298F"/>
    <w:rsid w:val="00C2552C"/>
    <w:rsid w:val="00C25AE7"/>
    <w:rsid w:val="00C33406"/>
    <w:rsid w:val="00C42FE6"/>
    <w:rsid w:val="00C43887"/>
    <w:rsid w:val="00C44F6A"/>
    <w:rsid w:val="00C45177"/>
    <w:rsid w:val="00C46D03"/>
    <w:rsid w:val="00C57B0C"/>
    <w:rsid w:val="00C60DE3"/>
    <w:rsid w:val="00C6198E"/>
    <w:rsid w:val="00C66AE6"/>
    <w:rsid w:val="00C67322"/>
    <w:rsid w:val="00C70768"/>
    <w:rsid w:val="00C708EA"/>
    <w:rsid w:val="00C7095A"/>
    <w:rsid w:val="00C71C2E"/>
    <w:rsid w:val="00C730C7"/>
    <w:rsid w:val="00C732F0"/>
    <w:rsid w:val="00C76805"/>
    <w:rsid w:val="00C77719"/>
    <w:rsid w:val="00C778A5"/>
    <w:rsid w:val="00C80449"/>
    <w:rsid w:val="00C81FA5"/>
    <w:rsid w:val="00C83340"/>
    <w:rsid w:val="00C8486C"/>
    <w:rsid w:val="00C8675B"/>
    <w:rsid w:val="00C87938"/>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06D88"/>
    <w:rsid w:val="00D07CAC"/>
    <w:rsid w:val="00D1661F"/>
    <w:rsid w:val="00D20FA8"/>
    <w:rsid w:val="00D21061"/>
    <w:rsid w:val="00D220E2"/>
    <w:rsid w:val="00D246FC"/>
    <w:rsid w:val="00D30D72"/>
    <w:rsid w:val="00D35B71"/>
    <w:rsid w:val="00D36BD5"/>
    <w:rsid w:val="00D36EA0"/>
    <w:rsid w:val="00D4108E"/>
    <w:rsid w:val="00D429F1"/>
    <w:rsid w:val="00D42C7E"/>
    <w:rsid w:val="00D435C3"/>
    <w:rsid w:val="00D45E4C"/>
    <w:rsid w:val="00D54131"/>
    <w:rsid w:val="00D60543"/>
    <w:rsid w:val="00D6163D"/>
    <w:rsid w:val="00D803B8"/>
    <w:rsid w:val="00D81A0E"/>
    <w:rsid w:val="00D82352"/>
    <w:rsid w:val="00D831A3"/>
    <w:rsid w:val="00D83BCB"/>
    <w:rsid w:val="00D83D87"/>
    <w:rsid w:val="00D90D67"/>
    <w:rsid w:val="00D975AB"/>
    <w:rsid w:val="00D97BE3"/>
    <w:rsid w:val="00DA23F0"/>
    <w:rsid w:val="00DA3711"/>
    <w:rsid w:val="00DA47EF"/>
    <w:rsid w:val="00DA53DF"/>
    <w:rsid w:val="00DA5E07"/>
    <w:rsid w:val="00DA6D52"/>
    <w:rsid w:val="00DB160C"/>
    <w:rsid w:val="00DC0FD9"/>
    <w:rsid w:val="00DC191A"/>
    <w:rsid w:val="00DC3C91"/>
    <w:rsid w:val="00DC4F7B"/>
    <w:rsid w:val="00DD0A5F"/>
    <w:rsid w:val="00DD24AF"/>
    <w:rsid w:val="00DD46F3"/>
    <w:rsid w:val="00DE56F2"/>
    <w:rsid w:val="00DF116D"/>
    <w:rsid w:val="00DF6F9A"/>
    <w:rsid w:val="00DF70D9"/>
    <w:rsid w:val="00E01660"/>
    <w:rsid w:val="00E01FF7"/>
    <w:rsid w:val="00E06EDE"/>
    <w:rsid w:val="00E07775"/>
    <w:rsid w:val="00E1147C"/>
    <w:rsid w:val="00E1344F"/>
    <w:rsid w:val="00E13658"/>
    <w:rsid w:val="00E147D6"/>
    <w:rsid w:val="00E1649B"/>
    <w:rsid w:val="00E16FF7"/>
    <w:rsid w:val="00E26AD9"/>
    <w:rsid w:val="00E26D68"/>
    <w:rsid w:val="00E26EE3"/>
    <w:rsid w:val="00E30C41"/>
    <w:rsid w:val="00E35CD9"/>
    <w:rsid w:val="00E37BAF"/>
    <w:rsid w:val="00E37FCA"/>
    <w:rsid w:val="00E41EEA"/>
    <w:rsid w:val="00E43E60"/>
    <w:rsid w:val="00E44045"/>
    <w:rsid w:val="00E45560"/>
    <w:rsid w:val="00E46253"/>
    <w:rsid w:val="00E46F4E"/>
    <w:rsid w:val="00E55B33"/>
    <w:rsid w:val="00E618C4"/>
    <w:rsid w:val="00E64920"/>
    <w:rsid w:val="00E72324"/>
    <w:rsid w:val="00E73472"/>
    <w:rsid w:val="00E76688"/>
    <w:rsid w:val="00E878EE"/>
    <w:rsid w:val="00E91756"/>
    <w:rsid w:val="00E91D47"/>
    <w:rsid w:val="00EA0F5A"/>
    <w:rsid w:val="00EA6443"/>
    <w:rsid w:val="00EA6EC7"/>
    <w:rsid w:val="00EB104F"/>
    <w:rsid w:val="00EB2800"/>
    <w:rsid w:val="00EB46E5"/>
    <w:rsid w:val="00EB6216"/>
    <w:rsid w:val="00EB708B"/>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03C1"/>
    <w:rsid w:val="00F12DEC"/>
    <w:rsid w:val="00F14E8A"/>
    <w:rsid w:val="00F1586D"/>
    <w:rsid w:val="00F1715C"/>
    <w:rsid w:val="00F20959"/>
    <w:rsid w:val="00F229E6"/>
    <w:rsid w:val="00F2485A"/>
    <w:rsid w:val="00F26CFB"/>
    <w:rsid w:val="00F2704A"/>
    <w:rsid w:val="00F27598"/>
    <w:rsid w:val="00F310F8"/>
    <w:rsid w:val="00F35939"/>
    <w:rsid w:val="00F3661D"/>
    <w:rsid w:val="00F42DD3"/>
    <w:rsid w:val="00F45607"/>
    <w:rsid w:val="00F4722B"/>
    <w:rsid w:val="00F54432"/>
    <w:rsid w:val="00F5626C"/>
    <w:rsid w:val="00F56EF4"/>
    <w:rsid w:val="00F577C7"/>
    <w:rsid w:val="00F57F2E"/>
    <w:rsid w:val="00F659EB"/>
    <w:rsid w:val="00F67EDC"/>
    <w:rsid w:val="00F7078D"/>
    <w:rsid w:val="00F73489"/>
    <w:rsid w:val="00F769B3"/>
    <w:rsid w:val="00F82D26"/>
    <w:rsid w:val="00F83E24"/>
    <w:rsid w:val="00F86BA6"/>
    <w:rsid w:val="00F87750"/>
    <w:rsid w:val="00F9537F"/>
    <w:rsid w:val="00F95494"/>
    <w:rsid w:val="00F95772"/>
    <w:rsid w:val="00FA401F"/>
    <w:rsid w:val="00FB17ED"/>
    <w:rsid w:val="00FB1DD4"/>
    <w:rsid w:val="00FB6342"/>
    <w:rsid w:val="00FC6389"/>
    <w:rsid w:val="00FD09ED"/>
    <w:rsid w:val="00FD3A7F"/>
    <w:rsid w:val="00FD5126"/>
    <w:rsid w:val="00FD5813"/>
    <w:rsid w:val="00FE1843"/>
    <w:rsid w:val="00FE5183"/>
    <w:rsid w:val="00FE6AEC"/>
    <w:rsid w:val="00FE7457"/>
    <w:rsid w:val="00FE7D5D"/>
    <w:rsid w:val="00FF02AF"/>
    <w:rsid w:val="00FF15C9"/>
    <w:rsid w:val="00FF3313"/>
    <w:rsid w:val="00FF5B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Textbezodsazen">
    <w:name w:val="_Text_bez_odsazení"/>
    <w:basedOn w:val="Normln"/>
    <w:link w:val="TextbezodsazenChar"/>
    <w:qFormat/>
    <w:rsid w:val="002E7641"/>
    <w:pPr>
      <w:spacing w:after="120" w:line="264" w:lineRule="auto"/>
      <w:jc w:val="both"/>
    </w:pPr>
    <w:rPr>
      <w:sz w:val="18"/>
      <w:szCs w:val="18"/>
    </w:rPr>
  </w:style>
  <w:style w:type="character" w:customStyle="1" w:styleId="TextbezodsazenChar">
    <w:name w:val="_Text_bez_odsazení Char"/>
    <w:basedOn w:val="Standardnpsmoodstavce"/>
    <w:link w:val="Textbezodsazen"/>
    <w:rsid w:val="002E7641"/>
    <w:rPr>
      <w:rFonts w:ascii="Verdana" w:hAnsi="Verdana"/>
    </w:rPr>
  </w:style>
  <w:style w:type="paragraph" w:customStyle="1" w:styleId="TabulkaNadpis">
    <w:name w:val="_Tabulka_Nadpis"/>
    <w:basedOn w:val="Normln"/>
    <w:qFormat/>
    <w:rsid w:val="00B21601"/>
    <w:pPr>
      <w:keepNext/>
      <w:keepLines/>
      <w:pBdr>
        <w:top w:val="single" w:sz="12" w:space="3" w:color="00A1E0"/>
      </w:pBdr>
      <w:suppressAutoHyphens/>
      <w:spacing w:after="60" w:line="264" w:lineRule="auto"/>
      <w:ind w:left="680" w:right="-57"/>
    </w:pPr>
    <w:rPr>
      <w:rFonts w:asciiTheme="majorHAnsi" w:hAnsiTheme="majorHAnsi"/>
      <w:b/>
      <w:noProof/>
      <w:sz w:val="14"/>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lavikr@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sukj@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lavikr@spravazeleznic.cz"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6ADA"/>
    <w:rsid w:val="000E48AF"/>
    <w:rsid w:val="00133BE8"/>
    <w:rsid w:val="00142650"/>
    <w:rsid w:val="00184A8E"/>
    <w:rsid w:val="001B0616"/>
    <w:rsid w:val="001F3FAA"/>
    <w:rsid w:val="001F5E79"/>
    <w:rsid w:val="00207C0E"/>
    <w:rsid w:val="0028068D"/>
    <w:rsid w:val="00342E9E"/>
    <w:rsid w:val="003E783D"/>
    <w:rsid w:val="004467D0"/>
    <w:rsid w:val="00452AEC"/>
    <w:rsid w:val="00466E39"/>
    <w:rsid w:val="00487D2D"/>
    <w:rsid w:val="00500A93"/>
    <w:rsid w:val="00567110"/>
    <w:rsid w:val="005C556F"/>
    <w:rsid w:val="005D4EB6"/>
    <w:rsid w:val="00643121"/>
    <w:rsid w:val="00670E69"/>
    <w:rsid w:val="006A5B38"/>
    <w:rsid w:val="006D2820"/>
    <w:rsid w:val="00732978"/>
    <w:rsid w:val="007A08D7"/>
    <w:rsid w:val="007B0317"/>
    <w:rsid w:val="007D63AB"/>
    <w:rsid w:val="008B340A"/>
    <w:rsid w:val="008E6365"/>
    <w:rsid w:val="008F5831"/>
    <w:rsid w:val="009303BD"/>
    <w:rsid w:val="009C7EB4"/>
    <w:rsid w:val="00A24E3D"/>
    <w:rsid w:val="00A43D50"/>
    <w:rsid w:val="00AA0AB6"/>
    <w:rsid w:val="00AA0CCC"/>
    <w:rsid w:val="00AD64A9"/>
    <w:rsid w:val="00AE3EB6"/>
    <w:rsid w:val="00BE7093"/>
    <w:rsid w:val="00C322B4"/>
    <w:rsid w:val="00C545F9"/>
    <w:rsid w:val="00C60DE3"/>
    <w:rsid w:val="00D128F7"/>
    <w:rsid w:val="00D35B71"/>
    <w:rsid w:val="00D82352"/>
    <w:rsid w:val="00D958C5"/>
    <w:rsid w:val="00DA6D52"/>
    <w:rsid w:val="00DD4392"/>
    <w:rsid w:val="00E07775"/>
    <w:rsid w:val="00E1147C"/>
    <w:rsid w:val="00E43A03"/>
    <w:rsid w:val="00E72A7B"/>
    <w:rsid w:val="00F06F53"/>
    <w:rsid w:val="00FF5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3Příloha_k_nabídce_R_F_26-23</Template>
  <TotalTime>2</TotalTime>
  <Pages>10</Pages>
  <Words>3498</Words>
  <Characters>20643</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3</cp:revision>
  <cp:lastPrinted>2025-06-02T12:56:00Z</cp:lastPrinted>
  <dcterms:created xsi:type="dcterms:W3CDTF">2025-06-02T12:56:00Z</dcterms:created>
  <dcterms:modified xsi:type="dcterms:W3CDTF">2025-06-02T12:56:00Z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ClassificationContentMarkingHeaderShapeIds">
    <vt:lpwstr>24bb8f8c,5eb55517,353fa6fb</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